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36DF" w14:textId="77777777" w:rsidR="00E83BE2" w:rsidRPr="00ED253E" w:rsidRDefault="00E83BE2" w:rsidP="00E83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rPr>
          <w:rFonts w:cs="Arial"/>
        </w:rPr>
      </w:pPr>
    </w:p>
    <w:p w14:paraId="74BDBFEE" w14:textId="77777777" w:rsidR="0002799F" w:rsidRDefault="00A95F5F" w:rsidP="00A95F5F">
      <w:pPr>
        <w:jc w:val="right"/>
      </w:pPr>
      <w:r>
        <w:tab/>
      </w:r>
      <w:r w:rsidR="0002799F">
        <w:tab/>
      </w:r>
      <w:r w:rsidR="00E83BE2" w:rsidRPr="00BC54F0">
        <w:tab/>
      </w:r>
      <w:r w:rsidR="0002799F">
        <w:tab/>
      </w:r>
      <w:r w:rsidR="0002799F">
        <w:tab/>
      </w:r>
      <w:r w:rsidR="002D7880">
        <w:t>31</w:t>
      </w:r>
      <w:r w:rsidR="00E83BE2" w:rsidRPr="00BC54F0">
        <w:t xml:space="preserve">. </w:t>
      </w:r>
      <w:r w:rsidR="0002799F">
        <w:t>mai</w:t>
      </w:r>
      <w:r w:rsidR="00E83BE2" w:rsidRPr="00BC54F0">
        <w:t xml:space="preserve"> </w:t>
      </w:r>
      <w:r w:rsidR="0002799F">
        <w:t>2024</w:t>
      </w:r>
      <w:r w:rsidR="00E83BE2" w:rsidRPr="00BC54F0">
        <w:t xml:space="preserve"> nr</w:t>
      </w:r>
      <w:r w:rsidR="00A9038E">
        <w:t>.</w:t>
      </w:r>
      <w:r w:rsidR="00E83BE2" w:rsidRPr="00BC54F0">
        <w:t xml:space="preserve"> </w:t>
      </w:r>
      <w:r w:rsidR="002D7880">
        <w:t>4</w:t>
      </w:r>
      <w:r w:rsidR="00E83BE2" w:rsidRPr="00BC54F0">
        <w:t>/V-</w:t>
      </w:r>
      <w:r w:rsidR="0002799F">
        <w:t>2024</w:t>
      </w:r>
    </w:p>
    <w:p w14:paraId="2E791322" w14:textId="77777777" w:rsidR="00E83BE2" w:rsidRPr="00ED253E" w:rsidRDefault="00E83BE2" w:rsidP="00E83BE2"/>
    <w:p w14:paraId="75DFDAFC" w14:textId="77777777" w:rsidR="00E83BE2" w:rsidRPr="00ED253E" w:rsidRDefault="00E83BE2" w:rsidP="00E83BE2"/>
    <w:p w14:paraId="27E0FB5F" w14:textId="77777777" w:rsidR="00E83BE2" w:rsidRPr="00ED253E" w:rsidRDefault="00E83BE2" w:rsidP="00E83BE2"/>
    <w:p w14:paraId="7D182EDE" w14:textId="77777777" w:rsidR="00E83BE2" w:rsidRPr="00BC54F0" w:rsidRDefault="00E83BE2" w:rsidP="009F3E31">
      <w:pPr>
        <w:pStyle w:val="Heading1"/>
      </w:pPr>
      <w:r w:rsidRPr="00BC54F0">
        <w:t>VOLIKIRI</w:t>
      </w:r>
    </w:p>
    <w:p w14:paraId="23CB062B" w14:textId="77777777" w:rsidR="00E83BE2" w:rsidRPr="00BC54F0" w:rsidRDefault="00E83BE2" w:rsidP="00E83BE2"/>
    <w:p w14:paraId="3EB85B7D" w14:textId="77777777" w:rsidR="00E83BE2" w:rsidRPr="00BC54F0" w:rsidRDefault="00E50615" w:rsidP="00E83BE2">
      <w:proofErr w:type="spellStart"/>
      <w:r w:rsidRPr="00E50615">
        <w:rPr>
          <w:b/>
          <w:bCs/>
        </w:rPr>
        <w:t>Combiforest</w:t>
      </w:r>
      <w:proofErr w:type="spellEnd"/>
      <w:r w:rsidRPr="00E50615">
        <w:rPr>
          <w:b/>
          <w:bCs/>
        </w:rPr>
        <w:t xml:space="preserve"> OÜ</w:t>
      </w:r>
      <w:r w:rsidR="0002799F">
        <w:rPr>
          <w:b/>
          <w:bCs/>
        </w:rPr>
        <w:t>,</w:t>
      </w:r>
      <w:r w:rsidR="00E83BE2" w:rsidRPr="00BC54F0">
        <w:t xml:space="preserve"> kantud </w:t>
      </w:r>
      <w:r>
        <w:t xml:space="preserve">Tartu </w:t>
      </w:r>
      <w:r w:rsidR="00E83BE2" w:rsidRPr="00BC54F0">
        <w:t xml:space="preserve">Maakohtu </w:t>
      </w:r>
      <w:r>
        <w:t>r</w:t>
      </w:r>
      <w:r w:rsidR="00E83BE2" w:rsidRPr="00BC54F0">
        <w:t xml:space="preserve">egistriosakonda registrikoodiga </w:t>
      </w:r>
      <w:r w:rsidRPr="00E50615">
        <w:t>16925734</w:t>
      </w:r>
      <w:r w:rsidR="00E83BE2" w:rsidRPr="00BC54F0">
        <w:t xml:space="preserve">, asukohaga </w:t>
      </w:r>
      <w:r>
        <w:t>Liimi</w:t>
      </w:r>
      <w:r w:rsidR="00E83BE2" w:rsidRPr="00BC54F0">
        <w:t xml:space="preserve">, </w:t>
      </w:r>
      <w:r>
        <w:t>Möldre küla, Tõrva vald, 68612 Valga maakond</w:t>
      </w:r>
      <w:r w:rsidR="00E83BE2" w:rsidRPr="00BC54F0">
        <w:t xml:space="preserve">, tegutsedes seadusliku esindaja - juhatuse liikme </w:t>
      </w:r>
      <w:r>
        <w:rPr>
          <w:b/>
          <w:bCs/>
        </w:rPr>
        <w:t>Gert Rahnel</w:t>
      </w:r>
      <w:r w:rsidR="00E83BE2" w:rsidRPr="00BC54F0">
        <w:t xml:space="preserve">, isikukood </w:t>
      </w:r>
      <w:r w:rsidRPr="00E50615">
        <w:t>37905104237</w:t>
      </w:r>
      <w:r w:rsidR="00E83BE2" w:rsidRPr="00BC54F0">
        <w:t xml:space="preserve"> is</w:t>
      </w:r>
      <w:r w:rsidR="00E83BE2" w:rsidRPr="00BC54F0">
        <w:t>i</w:t>
      </w:r>
      <w:r w:rsidR="00E83BE2" w:rsidRPr="00BC54F0">
        <w:t>kus volitab:</w:t>
      </w:r>
    </w:p>
    <w:p w14:paraId="419AA945" w14:textId="77777777" w:rsidR="00E83BE2" w:rsidRPr="00BC54F0" w:rsidRDefault="00E83BE2" w:rsidP="00E83BE2"/>
    <w:p w14:paraId="655C9441" w14:textId="77777777" w:rsidR="00E83BE2" w:rsidRPr="00BC54F0" w:rsidRDefault="00E83BE2" w:rsidP="00E83BE2"/>
    <w:p w14:paraId="2BB079CD" w14:textId="77777777" w:rsidR="00E83BE2" w:rsidRPr="00BC54F0" w:rsidRDefault="00E83BE2" w:rsidP="00E83BE2"/>
    <w:p w14:paraId="2C3D6E70" w14:textId="77777777" w:rsidR="002D7880" w:rsidRDefault="002D7880" w:rsidP="002D7880">
      <w:pPr>
        <w:rPr>
          <w:szCs w:val="22"/>
          <w:lang w:eastAsia="en-US"/>
        </w:rPr>
      </w:pPr>
      <w:r>
        <w:rPr>
          <w:b/>
          <w:bCs/>
          <w:szCs w:val="22"/>
        </w:rPr>
        <w:t xml:space="preserve">URMAS SAKSNIIT ´u,  </w:t>
      </w:r>
      <w:r>
        <w:rPr>
          <w:szCs w:val="22"/>
        </w:rPr>
        <w:t xml:space="preserve">isikukood  36709246026, </w:t>
      </w:r>
    </w:p>
    <w:p w14:paraId="4BC284AC" w14:textId="77777777" w:rsidR="00A95F5F" w:rsidRPr="008849B9" w:rsidRDefault="00A95F5F" w:rsidP="00A95F5F">
      <w:pPr>
        <w:jc w:val="both"/>
        <w:rPr>
          <w:szCs w:val="22"/>
        </w:rPr>
      </w:pPr>
    </w:p>
    <w:p w14:paraId="006886FE" w14:textId="77777777" w:rsidR="00A95F5F" w:rsidRPr="008849B9" w:rsidRDefault="00A95F5F" w:rsidP="00A95F5F">
      <w:pPr>
        <w:jc w:val="both"/>
        <w:rPr>
          <w:szCs w:val="22"/>
        </w:rPr>
      </w:pPr>
    </w:p>
    <w:p w14:paraId="450F5CD8" w14:textId="77777777" w:rsidR="002D7880" w:rsidRPr="00C15509" w:rsidRDefault="002D7880" w:rsidP="002D7880">
      <w:pPr>
        <w:numPr>
          <w:ilvl w:val="0"/>
          <w:numId w:val="36"/>
        </w:numPr>
        <w:spacing w:line="240" w:lineRule="auto"/>
        <w:jc w:val="both"/>
        <w:rPr>
          <w:rFonts w:cs="Arial"/>
          <w:szCs w:val="22"/>
        </w:rPr>
      </w:pPr>
      <w:r w:rsidRPr="00C15509">
        <w:rPr>
          <w:rFonts w:cs="Arial"/>
          <w:szCs w:val="22"/>
        </w:rPr>
        <w:t xml:space="preserve">sõlmima </w:t>
      </w:r>
      <w:proofErr w:type="spellStart"/>
      <w:r>
        <w:rPr>
          <w:rFonts w:cs="Arial"/>
          <w:szCs w:val="22"/>
        </w:rPr>
        <w:t>Combiforest</w:t>
      </w:r>
      <w:proofErr w:type="spellEnd"/>
      <w:r>
        <w:rPr>
          <w:rFonts w:cs="Arial"/>
          <w:szCs w:val="22"/>
        </w:rPr>
        <w:t xml:space="preserve"> OÜ</w:t>
      </w:r>
      <w:r w:rsidRPr="00C15509">
        <w:rPr>
          <w:rFonts w:cs="Arial"/>
          <w:szCs w:val="22"/>
        </w:rPr>
        <w:t xml:space="preserve"> nimel metsamaterjali ja kasvava metsa raieõiguse ostu-müügilepinguid Metsaseaduse tähenduses;</w:t>
      </w:r>
    </w:p>
    <w:p w14:paraId="7969A881" w14:textId="77777777" w:rsidR="002D7880" w:rsidRDefault="002D7880" w:rsidP="002D7880">
      <w:pPr>
        <w:numPr>
          <w:ilvl w:val="0"/>
          <w:numId w:val="36"/>
        </w:numPr>
        <w:spacing w:line="240" w:lineRule="auto"/>
        <w:jc w:val="both"/>
        <w:rPr>
          <w:rFonts w:cs="Arial"/>
          <w:szCs w:val="22"/>
        </w:rPr>
      </w:pPr>
      <w:r w:rsidRPr="00C15509">
        <w:rPr>
          <w:rFonts w:cs="Arial"/>
          <w:szCs w:val="22"/>
        </w:rPr>
        <w:t xml:space="preserve">allkirjastama </w:t>
      </w:r>
      <w:proofErr w:type="spellStart"/>
      <w:r>
        <w:rPr>
          <w:rFonts w:cs="Arial"/>
          <w:szCs w:val="22"/>
        </w:rPr>
        <w:t>Combiforest</w:t>
      </w:r>
      <w:proofErr w:type="spellEnd"/>
      <w:r>
        <w:rPr>
          <w:rFonts w:cs="Arial"/>
          <w:szCs w:val="22"/>
        </w:rPr>
        <w:t xml:space="preserve"> OÜ</w:t>
      </w:r>
      <w:r w:rsidRPr="00C15509">
        <w:rPr>
          <w:rFonts w:cs="Arial"/>
          <w:szCs w:val="22"/>
        </w:rPr>
        <w:t xml:space="preserve"> metsamaterjali  üleandmise- ja vastuvõtmise akte ning </w:t>
      </w:r>
    </w:p>
    <w:p w14:paraId="65724383" w14:textId="77777777" w:rsidR="002D7880" w:rsidRPr="00C15509" w:rsidRDefault="002D7880" w:rsidP="002D7880">
      <w:pPr>
        <w:ind w:left="360"/>
        <w:jc w:val="both"/>
        <w:rPr>
          <w:rFonts w:cs="Arial"/>
          <w:szCs w:val="22"/>
        </w:rPr>
      </w:pPr>
      <w:r w:rsidRPr="00C15509">
        <w:rPr>
          <w:rFonts w:cs="Arial"/>
          <w:szCs w:val="22"/>
        </w:rPr>
        <w:t>metsamaterjali raieakte;</w:t>
      </w:r>
    </w:p>
    <w:p w14:paraId="6B94F318" w14:textId="77777777" w:rsidR="002D7880" w:rsidRPr="00C15509" w:rsidRDefault="002D7880" w:rsidP="002D7880">
      <w:pPr>
        <w:numPr>
          <w:ilvl w:val="0"/>
          <w:numId w:val="36"/>
        </w:numPr>
        <w:spacing w:line="240" w:lineRule="auto"/>
        <w:jc w:val="both"/>
        <w:rPr>
          <w:rFonts w:cs="Arial"/>
          <w:szCs w:val="22"/>
        </w:rPr>
      </w:pPr>
      <w:r w:rsidRPr="00C15509">
        <w:rPr>
          <w:rFonts w:cs="Arial"/>
          <w:szCs w:val="22"/>
        </w:rPr>
        <w:t xml:space="preserve">esitama </w:t>
      </w:r>
      <w:proofErr w:type="spellStart"/>
      <w:r>
        <w:rPr>
          <w:rFonts w:cs="Arial"/>
          <w:szCs w:val="22"/>
        </w:rPr>
        <w:t>Combiforest</w:t>
      </w:r>
      <w:proofErr w:type="spellEnd"/>
      <w:r>
        <w:rPr>
          <w:rFonts w:cs="Arial"/>
          <w:szCs w:val="22"/>
        </w:rPr>
        <w:t xml:space="preserve"> OÜ</w:t>
      </w:r>
      <w:r w:rsidRPr="00C15509">
        <w:rPr>
          <w:rFonts w:cs="Arial"/>
          <w:szCs w:val="22"/>
        </w:rPr>
        <w:t xml:space="preserve"> nimel metsateatisi;</w:t>
      </w:r>
    </w:p>
    <w:p w14:paraId="4C3EDF3F" w14:textId="77777777" w:rsidR="002D7880" w:rsidRPr="00C15509" w:rsidRDefault="002D7880" w:rsidP="002D7880">
      <w:pPr>
        <w:numPr>
          <w:ilvl w:val="0"/>
          <w:numId w:val="36"/>
        </w:numPr>
        <w:spacing w:line="240" w:lineRule="auto"/>
        <w:jc w:val="both"/>
        <w:rPr>
          <w:rFonts w:cs="Arial"/>
          <w:szCs w:val="22"/>
        </w:rPr>
      </w:pPr>
      <w:r w:rsidRPr="00C15509">
        <w:rPr>
          <w:rFonts w:cs="Arial"/>
          <w:szCs w:val="22"/>
        </w:rPr>
        <w:t xml:space="preserve">esindama </w:t>
      </w:r>
      <w:proofErr w:type="spellStart"/>
      <w:r>
        <w:rPr>
          <w:rFonts w:cs="Arial"/>
          <w:szCs w:val="22"/>
        </w:rPr>
        <w:t>Combiforest</w:t>
      </w:r>
      <w:proofErr w:type="spellEnd"/>
      <w:r>
        <w:rPr>
          <w:rFonts w:cs="Arial"/>
          <w:szCs w:val="22"/>
        </w:rPr>
        <w:t xml:space="preserve"> OÜ</w:t>
      </w:r>
      <w:r w:rsidRPr="00C15509">
        <w:rPr>
          <w:rFonts w:cs="Arial"/>
          <w:szCs w:val="22"/>
        </w:rPr>
        <w:t>-</w:t>
      </w:r>
      <w:r>
        <w:rPr>
          <w:rFonts w:cs="Arial"/>
          <w:szCs w:val="22"/>
        </w:rPr>
        <w:t>d</w:t>
      </w:r>
      <w:r w:rsidRPr="00C15509">
        <w:rPr>
          <w:rFonts w:cs="Arial"/>
          <w:szCs w:val="22"/>
        </w:rPr>
        <w:t xml:space="preserve"> Keskkonnaametis konkreetselt temaga seotud raielanke või tema poolt ostetud metsamaterjali puudutavates küsimustes;</w:t>
      </w:r>
    </w:p>
    <w:p w14:paraId="230753B9" w14:textId="77777777" w:rsidR="002D7880" w:rsidRPr="00C15509" w:rsidRDefault="002D7880" w:rsidP="002D7880">
      <w:pPr>
        <w:numPr>
          <w:ilvl w:val="0"/>
          <w:numId w:val="36"/>
        </w:numPr>
        <w:spacing w:line="240" w:lineRule="auto"/>
        <w:jc w:val="both"/>
        <w:rPr>
          <w:rFonts w:cs="Arial"/>
          <w:szCs w:val="22"/>
        </w:rPr>
      </w:pPr>
      <w:r w:rsidRPr="00C15509">
        <w:rPr>
          <w:rFonts w:cs="Arial"/>
          <w:szCs w:val="22"/>
        </w:rPr>
        <w:t xml:space="preserve">sõlmima </w:t>
      </w:r>
      <w:proofErr w:type="spellStart"/>
      <w:r>
        <w:rPr>
          <w:rFonts w:cs="Arial"/>
          <w:szCs w:val="22"/>
        </w:rPr>
        <w:t>Combiforest</w:t>
      </w:r>
      <w:proofErr w:type="spellEnd"/>
      <w:r>
        <w:rPr>
          <w:rFonts w:cs="Arial"/>
          <w:szCs w:val="22"/>
        </w:rPr>
        <w:t xml:space="preserve"> OÜ</w:t>
      </w:r>
      <w:r w:rsidRPr="00C15509">
        <w:rPr>
          <w:rFonts w:cs="Arial"/>
          <w:szCs w:val="22"/>
        </w:rPr>
        <w:t xml:space="preserve"> nimel tee- ja maakasutuslepinguid ning muid raielangi ülestööt</w:t>
      </w:r>
      <w:r w:rsidRPr="00C15509">
        <w:rPr>
          <w:rFonts w:cs="Arial"/>
          <w:szCs w:val="22"/>
        </w:rPr>
        <w:t>a</w:t>
      </w:r>
      <w:r w:rsidRPr="00C15509">
        <w:rPr>
          <w:rFonts w:cs="Arial"/>
          <w:szCs w:val="22"/>
        </w:rPr>
        <w:t>miseks vajalikke ko</w:t>
      </w:r>
      <w:r w:rsidRPr="00C15509">
        <w:rPr>
          <w:rFonts w:cs="Arial"/>
          <w:szCs w:val="22"/>
        </w:rPr>
        <w:t>k</w:t>
      </w:r>
      <w:r w:rsidRPr="00C15509">
        <w:rPr>
          <w:rFonts w:cs="Arial"/>
          <w:szCs w:val="22"/>
        </w:rPr>
        <w:t>kuleppeid;</w:t>
      </w:r>
    </w:p>
    <w:p w14:paraId="6B239FE5" w14:textId="77777777" w:rsidR="002D7880" w:rsidRPr="00C15509" w:rsidRDefault="002D7880" w:rsidP="002D7880">
      <w:pPr>
        <w:numPr>
          <w:ilvl w:val="0"/>
          <w:numId w:val="36"/>
        </w:numPr>
        <w:spacing w:line="240" w:lineRule="auto"/>
        <w:jc w:val="both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Combiforest</w:t>
      </w:r>
      <w:proofErr w:type="spellEnd"/>
      <w:r>
        <w:rPr>
          <w:rFonts w:cs="Arial"/>
          <w:szCs w:val="22"/>
        </w:rPr>
        <w:t xml:space="preserve"> OÜ</w:t>
      </w:r>
      <w:r w:rsidRPr="00C15509">
        <w:rPr>
          <w:rFonts w:cs="Arial"/>
          <w:szCs w:val="22"/>
        </w:rPr>
        <w:t xml:space="preserve"> </w:t>
      </w:r>
      <w:r w:rsidRPr="00C15509">
        <w:rPr>
          <w:szCs w:val="22"/>
        </w:rPr>
        <w:t>esindajana allkirjastama ja väljastama metsamaterjali veoselehti ja muid kaubaveo dokumente;</w:t>
      </w:r>
    </w:p>
    <w:p w14:paraId="50B9FD2A" w14:textId="77777777" w:rsidR="002D7880" w:rsidRPr="00C15509" w:rsidRDefault="002D7880" w:rsidP="002D7880">
      <w:pPr>
        <w:numPr>
          <w:ilvl w:val="0"/>
          <w:numId w:val="36"/>
        </w:numPr>
        <w:spacing w:line="240" w:lineRule="auto"/>
        <w:jc w:val="both"/>
        <w:rPr>
          <w:rFonts w:cs="Arial"/>
          <w:szCs w:val="22"/>
        </w:rPr>
      </w:pPr>
      <w:r w:rsidRPr="00C15509">
        <w:rPr>
          <w:szCs w:val="22"/>
        </w:rPr>
        <w:t xml:space="preserve">tegema </w:t>
      </w:r>
      <w:proofErr w:type="spellStart"/>
      <w:r>
        <w:rPr>
          <w:rFonts w:cs="Arial"/>
          <w:szCs w:val="22"/>
        </w:rPr>
        <w:t>Combiforest</w:t>
      </w:r>
      <w:proofErr w:type="spellEnd"/>
      <w:r>
        <w:rPr>
          <w:rFonts w:cs="Arial"/>
          <w:szCs w:val="22"/>
        </w:rPr>
        <w:t xml:space="preserve"> OÜ</w:t>
      </w:r>
      <w:r w:rsidRPr="00C15509">
        <w:rPr>
          <w:rFonts w:cs="Arial"/>
          <w:szCs w:val="22"/>
        </w:rPr>
        <w:t xml:space="preserve"> </w:t>
      </w:r>
      <w:r w:rsidRPr="00C15509">
        <w:rPr>
          <w:szCs w:val="22"/>
        </w:rPr>
        <w:t>nimel hinnapakkumisi metsakinnistute ostuks.</w:t>
      </w:r>
    </w:p>
    <w:p w14:paraId="0A322088" w14:textId="77777777" w:rsidR="002D7880" w:rsidRDefault="002D7880" w:rsidP="002D78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rPr>
          <w:rFonts w:cs="Arial"/>
          <w:szCs w:val="22"/>
        </w:rPr>
      </w:pPr>
    </w:p>
    <w:p w14:paraId="4016C6F1" w14:textId="77777777" w:rsidR="002D7880" w:rsidRDefault="002D7880" w:rsidP="002D78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rPr>
          <w:rFonts w:cs="Arial"/>
          <w:szCs w:val="22"/>
        </w:rPr>
      </w:pPr>
    </w:p>
    <w:p w14:paraId="44DAD49B" w14:textId="77777777" w:rsidR="002D7880" w:rsidRPr="009C11B7" w:rsidRDefault="002D7880" w:rsidP="002D78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>Käesolev volikiri on välja antud edasivolitamise õiguseta.</w:t>
      </w:r>
    </w:p>
    <w:p w14:paraId="1A1B1BF9" w14:textId="77777777" w:rsidR="002D7880" w:rsidRPr="009C11B7" w:rsidRDefault="002D7880" w:rsidP="002D78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rPr>
          <w:rFonts w:cs="Arial"/>
          <w:szCs w:val="22"/>
        </w:rPr>
      </w:pPr>
      <w:r w:rsidRPr="009C11B7">
        <w:rPr>
          <w:rFonts w:cs="Arial"/>
          <w:szCs w:val="22"/>
        </w:rPr>
        <w:t xml:space="preserve">Volikiri kehtib alates </w:t>
      </w:r>
      <w:r>
        <w:rPr>
          <w:rFonts w:cs="Arial"/>
          <w:szCs w:val="22"/>
        </w:rPr>
        <w:t xml:space="preserve">väljaandmise päevast kuni </w:t>
      </w:r>
      <w:r w:rsidRPr="009C11B7">
        <w:rPr>
          <w:rFonts w:cs="Arial"/>
          <w:szCs w:val="22"/>
        </w:rPr>
        <w:t>31.</w:t>
      </w:r>
      <w:r>
        <w:rPr>
          <w:rFonts w:cs="Arial"/>
          <w:szCs w:val="22"/>
        </w:rPr>
        <w:t xml:space="preserve"> </w:t>
      </w:r>
      <w:r w:rsidRPr="009C11B7">
        <w:rPr>
          <w:rFonts w:cs="Arial"/>
          <w:szCs w:val="22"/>
        </w:rPr>
        <w:t>detsembrini 20</w:t>
      </w:r>
      <w:r>
        <w:rPr>
          <w:rFonts w:cs="Arial"/>
          <w:szCs w:val="22"/>
        </w:rPr>
        <w:t>24</w:t>
      </w:r>
      <w:r w:rsidRPr="009C11B7">
        <w:rPr>
          <w:rFonts w:cs="Arial"/>
          <w:szCs w:val="22"/>
        </w:rPr>
        <w:t>.a.</w:t>
      </w:r>
    </w:p>
    <w:p w14:paraId="1D0CD4E2" w14:textId="77777777" w:rsidR="0056226A" w:rsidRDefault="0056226A" w:rsidP="00E83BE2">
      <w:pPr>
        <w:rPr>
          <w:color w:val="0000FF"/>
          <w:sz w:val="20"/>
        </w:rPr>
      </w:pPr>
    </w:p>
    <w:p w14:paraId="104FA923" w14:textId="77777777" w:rsidR="0056226A" w:rsidRDefault="0056226A" w:rsidP="00E83BE2">
      <w:pPr>
        <w:rPr>
          <w:color w:val="0000FF"/>
          <w:sz w:val="20"/>
        </w:rPr>
      </w:pPr>
    </w:p>
    <w:p w14:paraId="5B185EAF" w14:textId="77777777" w:rsidR="00E83BE2" w:rsidRDefault="00E83BE2" w:rsidP="00E83BE2"/>
    <w:p w14:paraId="50F5378A" w14:textId="77777777" w:rsidR="0002799F" w:rsidRDefault="0002799F" w:rsidP="00E83BE2"/>
    <w:p w14:paraId="6A608C69" w14:textId="77777777" w:rsidR="00A95F5F" w:rsidRDefault="00A95F5F" w:rsidP="00E83BE2"/>
    <w:p w14:paraId="14F78BD6" w14:textId="77777777" w:rsidR="00A95F5F" w:rsidRPr="00ED253E" w:rsidRDefault="00A95F5F" w:rsidP="00E83BE2"/>
    <w:p w14:paraId="77BC5599" w14:textId="77777777" w:rsidR="00E50615" w:rsidRDefault="00E50615" w:rsidP="00E83BE2">
      <w:r w:rsidRPr="00E50615">
        <w:t>Gert Rahnel</w:t>
      </w:r>
      <w:r w:rsidRPr="00BC54F0">
        <w:t xml:space="preserve"> </w:t>
      </w:r>
    </w:p>
    <w:p w14:paraId="0F2CCC04" w14:textId="77777777" w:rsidR="00E83BE2" w:rsidRPr="00BC54F0" w:rsidRDefault="00E83BE2" w:rsidP="00E83BE2">
      <w:r w:rsidRPr="00BC54F0">
        <w:t>Juhatuse liige</w:t>
      </w:r>
    </w:p>
    <w:p w14:paraId="449B6BA0" w14:textId="77777777" w:rsidR="009D0DCF" w:rsidRPr="00E83BE2" w:rsidRDefault="009D0DCF" w:rsidP="00E83BE2"/>
    <w:sectPr w:rsidR="009D0DCF" w:rsidRPr="00E83BE2" w:rsidSect="00A95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991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2AD33" w14:textId="77777777" w:rsidR="00B166A1" w:rsidRDefault="00B166A1">
      <w:r>
        <w:separator/>
      </w:r>
    </w:p>
  </w:endnote>
  <w:endnote w:type="continuationSeparator" w:id="0">
    <w:p w14:paraId="4AAE967A" w14:textId="77777777" w:rsidR="00B166A1" w:rsidRDefault="00B1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@Batang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0D6D" w14:textId="77777777" w:rsidR="00377486" w:rsidRDefault="003774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3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2269"/>
      <w:gridCol w:w="1593"/>
      <w:gridCol w:w="1561"/>
      <w:gridCol w:w="2239"/>
    </w:tblGrid>
    <w:tr w:rsidR="004F0FEB" w:rsidRPr="00CA2300" w14:paraId="470A75B8" w14:textId="77777777" w:rsidTr="008B2F74">
      <w:tc>
        <w:tcPr>
          <w:tcW w:w="9930" w:type="dxa"/>
          <w:gridSpan w:val="5"/>
        </w:tcPr>
        <w:p w14:paraId="3AC5884B" w14:textId="77777777" w:rsidR="004F0FEB" w:rsidRPr="00CA2300" w:rsidRDefault="004F0FEB" w:rsidP="008B2F74">
          <w:pPr>
            <w:pStyle w:val="Footer"/>
            <w:rPr>
              <w:rStyle w:val="zContactInfoCompany"/>
              <w:color w:val="000000"/>
              <w:sz w:val="16"/>
            </w:rPr>
          </w:pPr>
        </w:p>
      </w:tc>
    </w:tr>
    <w:tr w:rsidR="004F0FEB" w:rsidRPr="00CA2300" w14:paraId="43EDDED1" w14:textId="77777777" w:rsidTr="008B2F74">
      <w:tc>
        <w:tcPr>
          <w:tcW w:w="9930" w:type="dxa"/>
          <w:gridSpan w:val="5"/>
          <w:hideMark/>
        </w:tcPr>
        <w:p w14:paraId="7752F0D4" w14:textId="77777777" w:rsidR="004F0FEB" w:rsidRPr="00CA2300" w:rsidRDefault="004F0FEB" w:rsidP="008B2F74">
          <w:pPr>
            <w:pStyle w:val="Footer"/>
            <w:rPr>
              <w:rStyle w:val="zContactInfoCompany"/>
              <w:rFonts w:cs="Times New Roman"/>
              <w:color w:val="000000"/>
              <w:sz w:val="16"/>
              <w:lang w:eastAsia="en-US"/>
            </w:rPr>
          </w:pPr>
          <w:r w:rsidRPr="00CA2300">
            <w:rPr>
              <w:rStyle w:val="zContactInfoCompany"/>
              <w:color w:val="000000"/>
              <w:sz w:val="16"/>
            </w:rPr>
            <w:t>Metsä Forest Eesti AS</w:t>
          </w:r>
        </w:p>
      </w:tc>
    </w:tr>
    <w:tr w:rsidR="004F0FEB" w:rsidRPr="00CA2300" w14:paraId="6A290C88" w14:textId="77777777" w:rsidTr="008B2F74">
      <w:trPr>
        <w:trHeight w:hRule="exact" w:val="164"/>
      </w:trPr>
      <w:tc>
        <w:tcPr>
          <w:tcW w:w="2268" w:type="dxa"/>
          <w:hideMark/>
        </w:tcPr>
        <w:p w14:paraId="1789BDB0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Aadress:</w:t>
          </w:r>
        </w:p>
      </w:tc>
      <w:tc>
        <w:tcPr>
          <w:tcW w:w="2269" w:type="dxa"/>
          <w:hideMark/>
        </w:tcPr>
        <w:p w14:paraId="1A3EC089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proofErr w:type="spellStart"/>
          <w:r w:rsidRPr="00CA2300">
            <w:rPr>
              <w:rStyle w:val="zContactInfo"/>
              <w:color w:val="000000"/>
              <w:szCs w:val="14"/>
            </w:rPr>
            <w:t>Reg</w:t>
          </w:r>
          <w:proofErr w:type="spellEnd"/>
          <w:r w:rsidRPr="00CA2300">
            <w:rPr>
              <w:rStyle w:val="zContactInfo"/>
              <w:color w:val="000000"/>
              <w:szCs w:val="14"/>
            </w:rPr>
            <w:t>. nr. 10326257</w:t>
          </w:r>
        </w:p>
      </w:tc>
      <w:tc>
        <w:tcPr>
          <w:tcW w:w="1593" w:type="dxa"/>
          <w:hideMark/>
        </w:tcPr>
        <w:p w14:paraId="746D1910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Telefon</w:t>
          </w:r>
        </w:p>
      </w:tc>
      <w:tc>
        <w:tcPr>
          <w:tcW w:w="1561" w:type="dxa"/>
          <w:hideMark/>
        </w:tcPr>
        <w:p w14:paraId="18677E17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Faks</w:t>
          </w:r>
        </w:p>
      </w:tc>
      <w:tc>
        <w:tcPr>
          <w:tcW w:w="2239" w:type="dxa"/>
          <w:hideMark/>
        </w:tcPr>
        <w:p w14:paraId="555CF4D2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eesti@metsagroup.com</w:t>
          </w:r>
        </w:p>
      </w:tc>
    </w:tr>
    <w:tr w:rsidR="004F0FEB" w:rsidRPr="00CA2300" w14:paraId="3FE88BE9" w14:textId="77777777" w:rsidTr="008B2F74">
      <w:trPr>
        <w:trHeight w:hRule="exact" w:val="164"/>
      </w:trPr>
      <w:tc>
        <w:tcPr>
          <w:tcW w:w="2268" w:type="dxa"/>
          <w:hideMark/>
        </w:tcPr>
        <w:p w14:paraId="43D29AFE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Katusepapi 4</w:t>
          </w:r>
        </w:p>
      </w:tc>
      <w:tc>
        <w:tcPr>
          <w:tcW w:w="2269" w:type="dxa"/>
          <w:hideMark/>
        </w:tcPr>
        <w:p w14:paraId="0190D719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KMKR nr. EE100181926</w:t>
          </w:r>
        </w:p>
      </w:tc>
      <w:tc>
        <w:tcPr>
          <w:tcW w:w="1593" w:type="dxa"/>
          <w:hideMark/>
        </w:tcPr>
        <w:p w14:paraId="2C987EE0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+372 622 1460</w:t>
          </w:r>
        </w:p>
      </w:tc>
      <w:tc>
        <w:tcPr>
          <w:tcW w:w="1561" w:type="dxa"/>
          <w:hideMark/>
        </w:tcPr>
        <w:p w14:paraId="714811F8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+372 637 9031</w:t>
          </w:r>
        </w:p>
      </w:tc>
      <w:tc>
        <w:tcPr>
          <w:tcW w:w="2239" w:type="dxa"/>
          <w:hideMark/>
        </w:tcPr>
        <w:p w14:paraId="74E63E14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www.metsaforest.ee</w:t>
          </w:r>
        </w:p>
      </w:tc>
    </w:tr>
    <w:tr w:rsidR="004F0FEB" w:rsidRPr="00CA2300" w14:paraId="6EB06127" w14:textId="77777777" w:rsidTr="008B2F74">
      <w:trPr>
        <w:trHeight w:hRule="exact" w:val="164"/>
      </w:trPr>
      <w:tc>
        <w:tcPr>
          <w:tcW w:w="2268" w:type="dxa"/>
          <w:hideMark/>
        </w:tcPr>
        <w:p w14:paraId="574C5338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11412 Tallinn</w:t>
          </w:r>
        </w:p>
      </w:tc>
      <w:tc>
        <w:tcPr>
          <w:tcW w:w="2269" w:type="dxa"/>
        </w:tcPr>
        <w:p w14:paraId="26216290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593" w:type="dxa"/>
        </w:tcPr>
        <w:p w14:paraId="69CEF245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561" w:type="dxa"/>
        </w:tcPr>
        <w:p w14:paraId="4331379A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2239" w:type="dxa"/>
        </w:tcPr>
        <w:p w14:paraId="522EF66C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</w:tr>
    <w:tr w:rsidR="004F0FEB" w:rsidRPr="00CA2300" w14:paraId="0E316479" w14:textId="77777777" w:rsidTr="008B2F74">
      <w:trPr>
        <w:trHeight w:hRule="exact" w:val="164"/>
      </w:trPr>
      <w:tc>
        <w:tcPr>
          <w:tcW w:w="2268" w:type="dxa"/>
          <w:hideMark/>
        </w:tcPr>
        <w:p w14:paraId="7F8BFFCA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Eesti</w:t>
          </w:r>
        </w:p>
      </w:tc>
      <w:tc>
        <w:tcPr>
          <w:tcW w:w="2269" w:type="dxa"/>
        </w:tcPr>
        <w:p w14:paraId="38E0D481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593" w:type="dxa"/>
        </w:tcPr>
        <w:p w14:paraId="244536E6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561" w:type="dxa"/>
        </w:tcPr>
        <w:p w14:paraId="0E57EDD3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2239" w:type="dxa"/>
        </w:tcPr>
        <w:p w14:paraId="5E4B6A14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</w:tr>
    <w:tr w:rsidR="004F0FEB" w:rsidRPr="00CA2300" w14:paraId="1AD3B131" w14:textId="77777777" w:rsidTr="008B2F74">
      <w:trPr>
        <w:trHeight w:hRule="exact" w:val="164"/>
      </w:trPr>
      <w:tc>
        <w:tcPr>
          <w:tcW w:w="2268" w:type="dxa"/>
        </w:tcPr>
        <w:p w14:paraId="17E83C51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2269" w:type="dxa"/>
        </w:tcPr>
        <w:p w14:paraId="435EB868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593" w:type="dxa"/>
        </w:tcPr>
        <w:p w14:paraId="23D5447A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561" w:type="dxa"/>
        </w:tcPr>
        <w:p w14:paraId="47B0B5DD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2239" w:type="dxa"/>
        </w:tcPr>
        <w:p w14:paraId="613DCC4E" w14:textId="77777777" w:rsidR="004F0FEB" w:rsidRPr="00CA2300" w:rsidRDefault="004F0FEB" w:rsidP="008B2F74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</w:tr>
    <w:tr w:rsidR="004F0FEB" w:rsidRPr="00CA2300" w14:paraId="56B30D22" w14:textId="77777777" w:rsidTr="008B2F74">
      <w:trPr>
        <w:cantSplit/>
        <w:trHeight w:val="284"/>
      </w:trPr>
      <w:tc>
        <w:tcPr>
          <w:tcW w:w="9930" w:type="dxa"/>
          <w:gridSpan w:val="5"/>
          <w:vAlign w:val="center"/>
          <w:hideMark/>
        </w:tcPr>
        <w:p w14:paraId="46416B02" w14:textId="77777777" w:rsidR="004F0FEB" w:rsidRPr="00CA2300" w:rsidRDefault="004F0FEB" w:rsidP="008B2F74">
          <w:pPr>
            <w:pStyle w:val="Footer"/>
            <w:ind w:right="57"/>
            <w:rPr>
              <w:rStyle w:val="zContactInfo"/>
              <w:rFonts w:cs="Times New Roman"/>
              <w:noProof/>
              <w:color w:val="000000"/>
              <w:lang w:eastAsia="en-US"/>
            </w:rPr>
          </w:pPr>
          <w:r>
            <w:rPr>
              <w:b/>
              <w:bCs/>
              <w:sz w:val="16"/>
            </w:rPr>
            <w:t>VM-11-V09</w:t>
          </w:r>
          <w:r w:rsidRPr="00CA2300">
            <w:rPr>
              <w:b/>
              <w:bCs/>
              <w:color w:val="000000"/>
            </w:rPr>
            <w:tab/>
          </w:r>
          <w:r w:rsidRPr="00CA2300">
            <w:rPr>
              <w:i/>
              <w:color w:val="000000"/>
              <w:sz w:val="12"/>
            </w:rPr>
            <w:fldChar w:fldCharType="begin"/>
          </w:r>
          <w:r w:rsidRPr="00CA2300">
            <w:rPr>
              <w:i/>
              <w:color w:val="000000"/>
              <w:sz w:val="12"/>
            </w:rPr>
            <w:instrText xml:space="preserve"> FILENAME </w:instrText>
          </w:r>
          <w:r w:rsidRPr="00CA2300">
            <w:rPr>
              <w:i/>
              <w:color w:val="000000"/>
              <w:sz w:val="12"/>
            </w:rPr>
            <w:fldChar w:fldCharType="separate"/>
          </w:r>
          <w:r>
            <w:rPr>
              <w:i/>
              <w:noProof/>
              <w:color w:val="000000"/>
              <w:sz w:val="12"/>
            </w:rPr>
            <w:t>VM-11 Volikiri1.doc</w:t>
          </w:r>
          <w:r w:rsidRPr="00CA2300">
            <w:rPr>
              <w:i/>
              <w:color w:val="000000"/>
              <w:sz w:val="12"/>
            </w:rPr>
            <w:fldChar w:fldCharType="end"/>
          </w:r>
        </w:p>
      </w:tc>
    </w:tr>
  </w:tbl>
  <w:p w14:paraId="2E0BB04A" w14:textId="77777777" w:rsidR="004F0FEB" w:rsidRPr="00745CA8" w:rsidRDefault="004F0FEB" w:rsidP="00745C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3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491"/>
      <w:gridCol w:w="1494"/>
      <w:gridCol w:w="987"/>
      <w:gridCol w:w="999"/>
      <w:gridCol w:w="1482"/>
      <w:gridCol w:w="504"/>
      <w:gridCol w:w="1981"/>
      <w:gridCol w:w="7"/>
    </w:tblGrid>
    <w:tr w:rsidR="00E50615" w:rsidRPr="006B722E" w14:paraId="22ED5AF9" w14:textId="77777777" w:rsidTr="00377486">
      <w:trPr>
        <w:gridAfter w:val="1"/>
        <w:wAfter w:w="7" w:type="dxa"/>
        <w:trHeight w:hRule="exact" w:val="164"/>
      </w:trPr>
      <w:tc>
        <w:tcPr>
          <w:tcW w:w="2478" w:type="dxa"/>
          <w:gridSpan w:val="2"/>
        </w:tcPr>
        <w:p w14:paraId="68A7A95A" w14:textId="77777777" w:rsidR="00E50615" w:rsidRPr="006B722E" w:rsidRDefault="00E50615" w:rsidP="00E50615">
          <w:pPr>
            <w:pStyle w:val="Footer"/>
            <w:spacing w:line="240" w:lineRule="auto"/>
            <w:rPr>
              <w:rStyle w:val="zContactInfo"/>
              <w:color w:val="002B47"/>
              <w:szCs w:val="14"/>
            </w:rPr>
          </w:pPr>
        </w:p>
      </w:tc>
      <w:tc>
        <w:tcPr>
          <w:tcW w:w="2481" w:type="dxa"/>
          <w:gridSpan w:val="2"/>
        </w:tcPr>
        <w:p w14:paraId="0318BE03" w14:textId="77777777" w:rsidR="00E50615" w:rsidRPr="006B722E" w:rsidRDefault="00E50615" w:rsidP="00E50615">
          <w:pPr>
            <w:pStyle w:val="Footer"/>
            <w:spacing w:line="240" w:lineRule="auto"/>
            <w:rPr>
              <w:rStyle w:val="zContactInfo"/>
              <w:color w:val="002B47"/>
              <w:szCs w:val="14"/>
            </w:rPr>
          </w:pPr>
        </w:p>
      </w:tc>
      <w:tc>
        <w:tcPr>
          <w:tcW w:w="2481" w:type="dxa"/>
          <w:gridSpan w:val="2"/>
        </w:tcPr>
        <w:p w14:paraId="673E242C" w14:textId="77777777" w:rsidR="00E50615" w:rsidRPr="006B722E" w:rsidRDefault="00E50615" w:rsidP="00E50615">
          <w:pPr>
            <w:pStyle w:val="Footer"/>
            <w:spacing w:line="240" w:lineRule="auto"/>
            <w:rPr>
              <w:rStyle w:val="zContactInfo"/>
              <w:color w:val="002B47"/>
              <w:szCs w:val="14"/>
            </w:rPr>
          </w:pPr>
        </w:p>
      </w:tc>
      <w:tc>
        <w:tcPr>
          <w:tcW w:w="2483" w:type="dxa"/>
          <w:gridSpan w:val="2"/>
        </w:tcPr>
        <w:p w14:paraId="55FE96D5" w14:textId="77777777" w:rsidR="00E50615" w:rsidRDefault="00E50615" w:rsidP="00E50615">
          <w:pPr>
            <w:pStyle w:val="Footer"/>
            <w:spacing w:line="240" w:lineRule="auto"/>
          </w:pPr>
        </w:p>
      </w:tc>
    </w:tr>
    <w:tr w:rsidR="00377486" w:rsidRPr="00CA2300" w14:paraId="38B7CB2F" w14:textId="77777777" w:rsidTr="00377486">
      <w:tc>
        <w:tcPr>
          <w:tcW w:w="9930" w:type="dxa"/>
          <w:gridSpan w:val="9"/>
          <w:hideMark/>
        </w:tcPr>
        <w:p w14:paraId="06C7C406" w14:textId="77777777" w:rsidR="00377486" w:rsidRPr="00CA2300" w:rsidRDefault="00377486" w:rsidP="00377486">
          <w:pPr>
            <w:pStyle w:val="Footer"/>
            <w:rPr>
              <w:rStyle w:val="zContactInfoCompany"/>
              <w:rFonts w:cs="Times New Roman"/>
              <w:color w:val="000000"/>
              <w:sz w:val="16"/>
              <w:lang w:eastAsia="en-US"/>
            </w:rPr>
          </w:pPr>
          <w:bookmarkStart w:id="0" w:name="_Hlk167359912"/>
          <w:proofErr w:type="spellStart"/>
          <w:r w:rsidRPr="000525FD">
            <w:rPr>
              <w:rStyle w:val="zContactInfoCompany"/>
              <w:color w:val="auto"/>
              <w:sz w:val="16"/>
            </w:rPr>
            <w:t>Combiforest</w:t>
          </w:r>
          <w:proofErr w:type="spellEnd"/>
          <w:r w:rsidRPr="000525FD">
            <w:rPr>
              <w:rStyle w:val="zContactInfoCompany"/>
              <w:color w:val="auto"/>
              <w:sz w:val="16"/>
            </w:rPr>
            <w:t xml:space="preserve"> OÜ</w:t>
          </w:r>
        </w:p>
      </w:tc>
    </w:tr>
    <w:tr w:rsidR="00377486" w:rsidRPr="00CA2300" w14:paraId="677F984B" w14:textId="77777777" w:rsidTr="00377486">
      <w:trPr>
        <w:trHeight w:hRule="exact" w:val="164"/>
      </w:trPr>
      <w:tc>
        <w:tcPr>
          <w:tcW w:w="1986" w:type="dxa"/>
          <w:hideMark/>
        </w:tcPr>
        <w:p w14:paraId="7DFA9BF8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0525FD">
            <w:rPr>
              <w:rStyle w:val="zContactInfo"/>
              <w:color w:val="auto"/>
              <w:szCs w:val="14"/>
            </w:rPr>
            <w:t>Liimi</w:t>
          </w:r>
        </w:p>
      </w:tc>
      <w:tc>
        <w:tcPr>
          <w:tcW w:w="1986" w:type="dxa"/>
          <w:gridSpan w:val="2"/>
        </w:tcPr>
        <w:p w14:paraId="123E6764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>
            <w:rPr>
              <w:rStyle w:val="zContactInfo"/>
              <w:color w:val="000000"/>
              <w:szCs w:val="14"/>
            </w:rPr>
            <w:t>Postia</w:t>
          </w:r>
          <w:r w:rsidRPr="00CA2300">
            <w:rPr>
              <w:rStyle w:val="zContactInfo"/>
              <w:color w:val="000000"/>
              <w:szCs w:val="14"/>
            </w:rPr>
            <w:t>adress:</w:t>
          </w:r>
        </w:p>
      </w:tc>
      <w:tc>
        <w:tcPr>
          <w:tcW w:w="1986" w:type="dxa"/>
          <w:gridSpan w:val="2"/>
          <w:hideMark/>
        </w:tcPr>
        <w:p w14:paraId="7F112930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proofErr w:type="spellStart"/>
          <w:r w:rsidRPr="000525FD">
            <w:rPr>
              <w:rStyle w:val="zContactInfo"/>
              <w:color w:val="auto"/>
              <w:szCs w:val="14"/>
            </w:rPr>
            <w:t>Reg</w:t>
          </w:r>
          <w:proofErr w:type="spellEnd"/>
          <w:r w:rsidRPr="000525FD">
            <w:rPr>
              <w:rStyle w:val="zContactInfo"/>
              <w:color w:val="auto"/>
              <w:szCs w:val="14"/>
            </w:rPr>
            <w:t>. nr. 16925734</w:t>
          </w:r>
        </w:p>
      </w:tc>
      <w:tc>
        <w:tcPr>
          <w:tcW w:w="1986" w:type="dxa"/>
          <w:gridSpan w:val="2"/>
          <w:hideMark/>
        </w:tcPr>
        <w:p w14:paraId="506609AD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0525FD">
            <w:rPr>
              <w:rStyle w:val="zContactInfo"/>
              <w:color w:val="auto"/>
              <w:szCs w:val="14"/>
            </w:rPr>
            <w:t>Telefon</w:t>
          </w:r>
        </w:p>
      </w:tc>
      <w:tc>
        <w:tcPr>
          <w:tcW w:w="1986" w:type="dxa"/>
          <w:gridSpan w:val="2"/>
          <w:hideMark/>
        </w:tcPr>
        <w:p w14:paraId="758E19C5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hyperlink r:id="rId1" w:history="1">
            <w:r w:rsidRPr="000525FD">
              <w:rPr>
                <w:rStyle w:val="zContactInfo"/>
                <w:color w:val="auto"/>
              </w:rPr>
              <w:t>info@combiforest.ee</w:t>
            </w:r>
          </w:hyperlink>
        </w:p>
      </w:tc>
    </w:tr>
    <w:tr w:rsidR="00377486" w:rsidRPr="00CA2300" w14:paraId="70CEE069" w14:textId="77777777" w:rsidTr="00377486">
      <w:trPr>
        <w:trHeight w:hRule="exact" w:val="164"/>
      </w:trPr>
      <w:tc>
        <w:tcPr>
          <w:tcW w:w="1986" w:type="dxa"/>
          <w:hideMark/>
        </w:tcPr>
        <w:p w14:paraId="25026DA8" w14:textId="77777777" w:rsidR="00377486" w:rsidRPr="000525FD" w:rsidRDefault="00377486" w:rsidP="00377486">
          <w:pPr>
            <w:pStyle w:val="Footer"/>
            <w:spacing w:line="240" w:lineRule="auto"/>
            <w:rPr>
              <w:rStyle w:val="zContactInfo"/>
              <w:color w:val="auto"/>
              <w:szCs w:val="14"/>
            </w:rPr>
          </w:pPr>
          <w:r w:rsidRPr="000525FD">
            <w:rPr>
              <w:rStyle w:val="zContactInfo"/>
              <w:color w:val="auto"/>
              <w:szCs w:val="14"/>
            </w:rPr>
            <w:t>Möldre küla, Tõrva vald</w:t>
          </w:r>
        </w:p>
        <w:p w14:paraId="69359BE6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986" w:type="dxa"/>
          <w:gridSpan w:val="2"/>
        </w:tcPr>
        <w:p w14:paraId="48AAA68A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Katusepapi 4</w:t>
          </w:r>
        </w:p>
      </w:tc>
      <w:tc>
        <w:tcPr>
          <w:tcW w:w="1986" w:type="dxa"/>
          <w:gridSpan w:val="2"/>
          <w:hideMark/>
        </w:tcPr>
        <w:p w14:paraId="55C3C9C2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0525FD">
            <w:rPr>
              <w:rStyle w:val="zContactInfo"/>
              <w:color w:val="auto"/>
              <w:szCs w:val="14"/>
            </w:rPr>
            <w:t>KMKR nr. EE102709801</w:t>
          </w:r>
        </w:p>
      </w:tc>
      <w:tc>
        <w:tcPr>
          <w:tcW w:w="1986" w:type="dxa"/>
          <w:gridSpan w:val="2"/>
          <w:hideMark/>
        </w:tcPr>
        <w:p w14:paraId="531FF835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0525FD">
            <w:rPr>
              <w:rStyle w:val="zContactInfo"/>
              <w:color w:val="auto"/>
              <w:szCs w:val="14"/>
            </w:rPr>
            <w:t>+372 622 1460</w:t>
          </w:r>
        </w:p>
      </w:tc>
      <w:tc>
        <w:tcPr>
          <w:tcW w:w="1986" w:type="dxa"/>
          <w:gridSpan w:val="2"/>
          <w:hideMark/>
        </w:tcPr>
        <w:p w14:paraId="0C81F634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0525FD">
            <w:rPr>
              <w:rStyle w:val="zContactInfo"/>
              <w:color w:val="auto"/>
              <w:szCs w:val="14"/>
            </w:rPr>
            <w:t>https://www.combiforest.ee/</w:t>
          </w:r>
        </w:p>
      </w:tc>
    </w:tr>
    <w:tr w:rsidR="00377486" w:rsidRPr="00CA2300" w14:paraId="0C5924A1" w14:textId="77777777" w:rsidTr="00377486">
      <w:trPr>
        <w:trHeight w:hRule="exact" w:val="164"/>
      </w:trPr>
      <w:tc>
        <w:tcPr>
          <w:tcW w:w="1986" w:type="dxa"/>
          <w:hideMark/>
        </w:tcPr>
        <w:p w14:paraId="4B840CD6" w14:textId="77777777" w:rsidR="00377486" w:rsidRPr="000525FD" w:rsidRDefault="00377486" w:rsidP="00377486">
          <w:pPr>
            <w:pStyle w:val="Footer"/>
            <w:spacing w:line="240" w:lineRule="auto"/>
            <w:rPr>
              <w:rStyle w:val="zContactInfo"/>
              <w:color w:val="auto"/>
              <w:szCs w:val="14"/>
            </w:rPr>
          </w:pPr>
          <w:r w:rsidRPr="000525FD">
            <w:rPr>
              <w:rStyle w:val="zContactInfo"/>
              <w:color w:val="auto"/>
              <w:szCs w:val="14"/>
            </w:rPr>
            <w:t>68612 Valga maakond</w:t>
          </w:r>
        </w:p>
        <w:p w14:paraId="23ED4EC7" w14:textId="77777777" w:rsidR="00377486" w:rsidRPr="000525FD" w:rsidRDefault="00377486" w:rsidP="00377486">
          <w:pPr>
            <w:pStyle w:val="Footer"/>
            <w:spacing w:line="240" w:lineRule="auto"/>
            <w:rPr>
              <w:rStyle w:val="zContactInfo"/>
              <w:color w:val="auto"/>
              <w:szCs w:val="14"/>
              <w:lang w:eastAsia="en-US"/>
            </w:rPr>
          </w:pPr>
        </w:p>
        <w:p w14:paraId="61F3E462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986" w:type="dxa"/>
          <w:gridSpan w:val="2"/>
        </w:tcPr>
        <w:p w14:paraId="648D775D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11412 Tallinn</w:t>
          </w:r>
        </w:p>
      </w:tc>
      <w:tc>
        <w:tcPr>
          <w:tcW w:w="1986" w:type="dxa"/>
          <w:gridSpan w:val="2"/>
        </w:tcPr>
        <w:p w14:paraId="22291CFA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986" w:type="dxa"/>
          <w:gridSpan w:val="2"/>
        </w:tcPr>
        <w:p w14:paraId="1E4975C5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986" w:type="dxa"/>
          <w:gridSpan w:val="2"/>
        </w:tcPr>
        <w:p w14:paraId="0337BCF8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</w:tr>
    <w:tr w:rsidR="00377486" w:rsidRPr="00CA2300" w14:paraId="3ADAFED2" w14:textId="77777777" w:rsidTr="00377486">
      <w:trPr>
        <w:trHeight w:hRule="exact" w:val="164"/>
      </w:trPr>
      <w:tc>
        <w:tcPr>
          <w:tcW w:w="1986" w:type="dxa"/>
          <w:hideMark/>
        </w:tcPr>
        <w:p w14:paraId="52DEE03F" w14:textId="77777777" w:rsidR="00377486" w:rsidRPr="000525FD" w:rsidRDefault="00377486" w:rsidP="00377486">
          <w:pPr>
            <w:pStyle w:val="Footer"/>
            <w:spacing w:line="240" w:lineRule="auto"/>
            <w:rPr>
              <w:rStyle w:val="zContactInfo"/>
              <w:color w:val="auto"/>
              <w:szCs w:val="14"/>
            </w:rPr>
          </w:pPr>
          <w:r w:rsidRPr="000525FD">
            <w:rPr>
              <w:rStyle w:val="zContactInfo"/>
              <w:color w:val="auto"/>
              <w:szCs w:val="14"/>
            </w:rPr>
            <w:t>Eesti</w:t>
          </w:r>
        </w:p>
        <w:p w14:paraId="4B4DC4B7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986" w:type="dxa"/>
          <w:gridSpan w:val="2"/>
        </w:tcPr>
        <w:p w14:paraId="01808A5C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  <w:r w:rsidRPr="00CA2300">
            <w:rPr>
              <w:rStyle w:val="zContactInfo"/>
              <w:color w:val="000000"/>
              <w:szCs w:val="14"/>
            </w:rPr>
            <w:t>Eesti</w:t>
          </w:r>
        </w:p>
      </w:tc>
      <w:tc>
        <w:tcPr>
          <w:tcW w:w="1986" w:type="dxa"/>
          <w:gridSpan w:val="2"/>
        </w:tcPr>
        <w:p w14:paraId="3B4891C9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986" w:type="dxa"/>
          <w:gridSpan w:val="2"/>
        </w:tcPr>
        <w:p w14:paraId="6A0DA5DC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  <w:tc>
        <w:tcPr>
          <w:tcW w:w="1986" w:type="dxa"/>
          <w:gridSpan w:val="2"/>
        </w:tcPr>
        <w:p w14:paraId="28A0C60F" w14:textId="77777777" w:rsidR="00377486" w:rsidRPr="00CA2300" w:rsidRDefault="00377486" w:rsidP="00377486">
          <w:pPr>
            <w:pStyle w:val="Footer"/>
            <w:spacing w:line="240" w:lineRule="auto"/>
            <w:rPr>
              <w:rStyle w:val="zContactInfo"/>
              <w:color w:val="000000"/>
              <w:szCs w:val="14"/>
              <w:lang w:eastAsia="en-US"/>
            </w:rPr>
          </w:pPr>
        </w:p>
      </w:tc>
    </w:tr>
    <w:bookmarkEnd w:id="0"/>
    <w:tr w:rsidR="00377486" w:rsidRPr="009A6D3C" w14:paraId="7CA763F4" w14:textId="77777777" w:rsidTr="00377486">
      <w:trPr>
        <w:gridAfter w:val="1"/>
        <w:wAfter w:w="7" w:type="dxa"/>
        <w:trHeight w:hRule="exact" w:val="164"/>
      </w:trPr>
      <w:tc>
        <w:tcPr>
          <w:tcW w:w="2478" w:type="dxa"/>
          <w:gridSpan w:val="2"/>
        </w:tcPr>
        <w:p w14:paraId="7E6EA22A" w14:textId="77777777" w:rsidR="00377486" w:rsidRPr="009A6D3C" w:rsidRDefault="00377486" w:rsidP="00377486">
          <w:pPr>
            <w:pStyle w:val="Footer"/>
            <w:spacing w:line="240" w:lineRule="auto"/>
            <w:rPr>
              <w:rStyle w:val="zContactInfo"/>
              <w:color w:val="auto"/>
              <w:szCs w:val="14"/>
            </w:rPr>
          </w:pPr>
        </w:p>
      </w:tc>
      <w:tc>
        <w:tcPr>
          <w:tcW w:w="2481" w:type="dxa"/>
          <w:gridSpan w:val="2"/>
        </w:tcPr>
        <w:p w14:paraId="75502A54" w14:textId="77777777" w:rsidR="00377486" w:rsidRPr="009A6D3C" w:rsidRDefault="00377486" w:rsidP="00377486">
          <w:pPr>
            <w:pStyle w:val="Footer"/>
            <w:spacing w:line="240" w:lineRule="auto"/>
            <w:rPr>
              <w:rStyle w:val="zContactInfo"/>
              <w:color w:val="auto"/>
              <w:szCs w:val="14"/>
            </w:rPr>
          </w:pPr>
        </w:p>
      </w:tc>
      <w:tc>
        <w:tcPr>
          <w:tcW w:w="2481" w:type="dxa"/>
          <w:gridSpan w:val="2"/>
        </w:tcPr>
        <w:p w14:paraId="1F74C923" w14:textId="77777777" w:rsidR="00377486" w:rsidRPr="009A6D3C" w:rsidRDefault="00377486" w:rsidP="00377486">
          <w:pPr>
            <w:pStyle w:val="Footer"/>
            <w:spacing w:line="240" w:lineRule="auto"/>
            <w:rPr>
              <w:rStyle w:val="zContactInfo"/>
              <w:color w:val="auto"/>
              <w:szCs w:val="14"/>
            </w:rPr>
          </w:pPr>
        </w:p>
      </w:tc>
      <w:tc>
        <w:tcPr>
          <w:tcW w:w="2483" w:type="dxa"/>
          <w:gridSpan w:val="2"/>
        </w:tcPr>
        <w:p w14:paraId="5E54F77D" w14:textId="77777777" w:rsidR="00377486" w:rsidRPr="009A6D3C" w:rsidRDefault="00377486" w:rsidP="00377486">
          <w:pPr>
            <w:pStyle w:val="Footer"/>
            <w:spacing w:line="240" w:lineRule="auto"/>
            <w:rPr>
              <w:color w:val="auto"/>
            </w:rPr>
          </w:pPr>
        </w:p>
      </w:tc>
    </w:tr>
    <w:tr w:rsidR="00E50615" w:rsidRPr="009A6D3C" w14:paraId="530B4CDA" w14:textId="77777777" w:rsidTr="00377486">
      <w:trPr>
        <w:gridAfter w:val="1"/>
        <w:wAfter w:w="7" w:type="dxa"/>
        <w:trHeight w:hRule="exact" w:val="164"/>
      </w:trPr>
      <w:tc>
        <w:tcPr>
          <w:tcW w:w="1984" w:type="dxa"/>
        </w:tcPr>
        <w:p w14:paraId="3CB276E9" w14:textId="77777777" w:rsidR="00E50615" w:rsidRPr="009A6D3C" w:rsidRDefault="00E50615" w:rsidP="00E50615">
          <w:pPr>
            <w:pStyle w:val="Footer"/>
            <w:spacing w:line="240" w:lineRule="auto"/>
            <w:rPr>
              <w:rStyle w:val="zContactInfo"/>
              <w:color w:val="auto"/>
              <w:szCs w:val="14"/>
              <w:lang w:eastAsia="en-US"/>
            </w:rPr>
          </w:pPr>
          <w:bookmarkStart w:id="1" w:name="_Hlk163817226"/>
          <w:bookmarkStart w:id="2" w:name="_Hlk163817160"/>
        </w:p>
      </w:tc>
      <w:tc>
        <w:tcPr>
          <w:tcW w:w="1986" w:type="dxa"/>
          <w:gridSpan w:val="2"/>
        </w:tcPr>
        <w:p w14:paraId="25889872" w14:textId="77777777" w:rsidR="00E50615" w:rsidRPr="009A6D3C" w:rsidRDefault="00E50615" w:rsidP="00E50615">
          <w:pPr>
            <w:pStyle w:val="Footer"/>
            <w:spacing w:line="240" w:lineRule="auto"/>
            <w:rPr>
              <w:rStyle w:val="zContactInfo"/>
              <w:color w:val="auto"/>
              <w:szCs w:val="14"/>
              <w:lang w:eastAsia="en-US"/>
            </w:rPr>
          </w:pPr>
        </w:p>
      </w:tc>
      <w:tc>
        <w:tcPr>
          <w:tcW w:w="1986" w:type="dxa"/>
          <w:gridSpan w:val="2"/>
        </w:tcPr>
        <w:p w14:paraId="044D120D" w14:textId="77777777" w:rsidR="00E50615" w:rsidRPr="009A6D3C" w:rsidRDefault="00E50615" w:rsidP="00E50615">
          <w:pPr>
            <w:pStyle w:val="Footer"/>
            <w:spacing w:line="240" w:lineRule="auto"/>
            <w:rPr>
              <w:rStyle w:val="zContactInfo"/>
              <w:color w:val="auto"/>
              <w:szCs w:val="14"/>
              <w:lang w:eastAsia="en-US"/>
            </w:rPr>
          </w:pPr>
        </w:p>
      </w:tc>
      <w:tc>
        <w:tcPr>
          <w:tcW w:w="3967" w:type="dxa"/>
          <w:gridSpan w:val="3"/>
        </w:tcPr>
        <w:p w14:paraId="1BBA3EE3" w14:textId="77777777" w:rsidR="00E50615" w:rsidRPr="009A6D3C" w:rsidRDefault="00E50615" w:rsidP="00E50615">
          <w:pPr>
            <w:pStyle w:val="Footer"/>
            <w:spacing w:line="240" w:lineRule="auto"/>
            <w:rPr>
              <w:rStyle w:val="zContactInfo"/>
              <w:color w:val="auto"/>
              <w:szCs w:val="14"/>
              <w:lang w:eastAsia="en-US"/>
            </w:rPr>
          </w:pPr>
        </w:p>
      </w:tc>
    </w:tr>
    <w:bookmarkEnd w:id="1"/>
    <w:tr w:rsidR="00E50615" w:rsidRPr="009A6D3C" w14:paraId="12902B60" w14:textId="77777777" w:rsidTr="00377486">
      <w:trPr>
        <w:gridAfter w:val="1"/>
        <w:wAfter w:w="7" w:type="dxa"/>
        <w:trHeight w:hRule="exact" w:val="164"/>
      </w:trPr>
      <w:tc>
        <w:tcPr>
          <w:tcW w:w="1984" w:type="dxa"/>
        </w:tcPr>
        <w:p w14:paraId="73901E7C" w14:textId="77777777" w:rsidR="00E50615" w:rsidRPr="009A6D3C" w:rsidRDefault="00E50615" w:rsidP="00E50615">
          <w:pPr>
            <w:pStyle w:val="Footer"/>
            <w:spacing w:line="240" w:lineRule="auto"/>
            <w:rPr>
              <w:rStyle w:val="zContactInfo"/>
              <w:b/>
              <w:bCs/>
              <w:color w:val="auto"/>
              <w:szCs w:val="14"/>
              <w:lang w:eastAsia="en-US"/>
            </w:rPr>
          </w:pPr>
          <w:r w:rsidRPr="009A6D3C">
            <w:rPr>
              <w:rStyle w:val="zContactInfo"/>
              <w:b/>
              <w:bCs/>
              <w:color w:val="auto"/>
              <w:szCs w:val="14"/>
              <w:lang w:eastAsia="en-US"/>
            </w:rPr>
            <w:t>VM-11-V01</w:t>
          </w:r>
        </w:p>
      </w:tc>
      <w:tc>
        <w:tcPr>
          <w:tcW w:w="1986" w:type="dxa"/>
          <w:gridSpan w:val="2"/>
        </w:tcPr>
        <w:p w14:paraId="7AEE6C56" w14:textId="6DD43F60" w:rsidR="00E50615" w:rsidRPr="009A6D3C" w:rsidRDefault="00E50615" w:rsidP="00E50615">
          <w:pPr>
            <w:pStyle w:val="Footer"/>
            <w:spacing w:line="240" w:lineRule="auto"/>
            <w:rPr>
              <w:rStyle w:val="zContactInfo"/>
              <w:i/>
              <w:iCs/>
              <w:color w:val="auto"/>
              <w:szCs w:val="14"/>
              <w:lang w:eastAsia="en-US"/>
            </w:rPr>
          </w:pPr>
          <w:r w:rsidRPr="009A6D3C">
            <w:rPr>
              <w:rStyle w:val="zContactInfo"/>
              <w:i/>
              <w:iCs/>
              <w:color w:val="auto"/>
              <w:szCs w:val="14"/>
              <w:lang w:eastAsia="en-US"/>
            </w:rPr>
            <w:fldChar w:fldCharType="begin"/>
          </w:r>
          <w:r w:rsidRPr="009A6D3C">
            <w:rPr>
              <w:rStyle w:val="zContactInfo"/>
              <w:i/>
              <w:iCs/>
              <w:color w:val="auto"/>
              <w:szCs w:val="14"/>
              <w:lang w:eastAsia="en-US"/>
            </w:rPr>
            <w:instrText xml:space="preserve"> FILENAME \* MERGEFORMAT </w:instrText>
          </w:r>
          <w:r w:rsidRPr="009A6D3C">
            <w:rPr>
              <w:rStyle w:val="zContactInfo"/>
              <w:i/>
              <w:iCs/>
              <w:color w:val="auto"/>
              <w:szCs w:val="14"/>
              <w:lang w:eastAsia="en-US"/>
            </w:rPr>
            <w:fldChar w:fldCharType="separate"/>
          </w:r>
          <w:r w:rsidR="00462DF5">
            <w:rPr>
              <w:rStyle w:val="zContactInfo"/>
              <w:i/>
              <w:iCs/>
              <w:noProof/>
              <w:color w:val="auto"/>
              <w:szCs w:val="14"/>
              <w:lang w:eastAsia="en-US"/>
            </w:rPr>
            <w:t>4V-2024_Urmas Saksniit.doc</w:t>
          </w:r>
          <w:r w:rsidRPr="009A6D3C">
            <w:rPr>
              <w:rStyle w:val="zContactInfo"/>
              <w:i/>
              <w:iCs/>
              <w:color w:val="auto"/>
              <w:szCs w:val="14"/>
              <w:lang w:eastAsia="en-US"/>
            </w:rPr>
            <w:fldChar w:fldCharType="end"/>
          </w:r>
        </w:p>
      </w:tc>
      <w:tc>
        <w:tcPr>
          <w:tcW w:w="1986" w:type="dxa"/>
          <w:gridSpan w:val="2"/>
        </w:tcPr>
        <w:p w14:paraId="27BF11A9" w14:textId="77777777" w:rsidR="00E50615" w:rsidRPr="009A6D3C" w:rsidRDefault="00E50615" w:rsidP="00E50615">
          <w:pPr>
            <w:pStyle w:val="Footer"/>
            <w:spacing w:line="240" w:lineRule="auto"/>
            <w:rPr>
              <w:rStyle w:val="zContactInfo"/>
              <w:i/>
              <w:iCs/>
              <w:color w:val="auto"/>
              <w:szCs w:val="14"/>
              <w:lang w:eastAsia="en-US"/>
            </w:rPr>
          </w:pPr>
        </w:p>
      </w:tc>
      <w:tc>
        <w:tcPr>
          <w:tcW w:w="3967" w:type="dxa"/>
          <w:gridSpan w:val="3"/>
        </w:tcPr>
        <w:p w14:paraId="681541F4" w14:textId="77777777" w:rsidR="00E50615" w:rsidRPr="009A6D3C" w:rsidRDefault="00E50615" w:rsidP="00E50615">
          <w:pPr>
            <w:pStyle w:val="Footer"/>
            <w:spacing w:line="240" w:lineRule="auto"/>
            <w:rPr>
              <w:rStyle w:val="zContactInfo"/>
              <w:color w:val="auto"/>
              <w:szCs w:val="14"/>
              <w:lang w:eastAsia="en-US"/>
            </w:rPr>
          </w:pPr>
        </w:p>
      </w:tc>
    </w:tr>
    <w:bookmarkEnd w:id="2"/>
  </w:tbl>
  <w:p w14:paraId="3FDCAD69" w14:textId="77777777" w:rsidR="004F0FEB" w:rsidRPr="00CA2300" w:rsidRDefault="004F0FEB" w:rsidP="004545D3">
    <w:pPr>
      <w:pStyle w:val="blank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A89CE" w14:textId="77777777" w:rsidR="00B166A1" w:rsidRDefault="00B166A1">
      <w:r>
        <w:separator/>
      </w:r>
    </w:p>
  </w:footnote>
  <w:footnote w:type="continuationSeparator" w:id="0">
    <w:p w14:paraId="7DCB0448" w14:textId="77777777" w:rsidR="00B166A1" w:rsidRDefault="00B16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1C19F" w14:textId="77777777" w:rsidR="00377486" w:rsidRDefault="003774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2540" w14:textId="77777777" w:rsidR="004F0FEB" w:rsidRDefault="004F0FEB" w:rsidP="00745CA8">
    <w:pPr>
      <w:tabs>
        <w:tab w:val="left" w:pos="9072"/>
      </w:tabs>
      <w:rPr>
        <w:b/>
      </w:rPr>
    </w:pPr>
    <w:r>
      <w:rPr>
        <w:noProof/>
      </w:rPr>
      <w:pict w14:anchorId="56BFE0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uva 229" o:spid="_x0000_s1026" type="#_x0000_t75" alt="Description: E:\Duunit\SEK - metsaliitto\WMF\Metsa_logo_vaaka_RGB.wmf" style="position:absolute;margin-left:56.7pt;margin-top:28.35pt;width:113.25pt;height:43.5pt;z-index:251657728;visibility:visible;mso-position-horizontal-relative:page;mso-position-vertical-relative:page" o:allowincell="f">
          <v:imagedata r:id="rId1" o:title="Metsa_logo_vaaka_RGB"/>
          <w10:wrap anchorx="page" anchory="page"/>
          <w10:anchorlock/>
        </v:shape>
      </w:pict>
    </w:r>
    <w:r>
      <w:rPr>
        <w:lang w:val="en-US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9038E">
      <w:rPr>
        <w:noProof/>
      </w:rPr>
      <w:t>2</w:t>
    </w:r>
    <w:r>
      <w:rPr>
        <w:noProof/>
      </w:rPr>
      <w:fldChar w:fldCharType="end"/>
    </w:r>
    <w:r>
      <w:t xml:space="preserve"> </w:t>
    </w:r>
    <w:r w:rsidRPr="00D53EEA">
      <w:t>(</w:t>
    </w:r>
    <w:fldSimple w:instr=" NUMPAGES   \* MERGEFORMAT ">
      <w:r w:rsidR="00A9038E">
        <w:rPr>
          <w:noProof/>
        </w:rPr>
        <w:t>2</w:t>
      </w:r>
    </w:fldSimple>
    <w:r w:rsidRPr="00D53EEA">
      <w:t>)</w:t>
    </w:r>
  </w:p>
  <w:p w14:paraId="7CAED8F2" w14:textId="77777777" w:rsidR="004F0FEB" w:rsidRDefault="004F0FEB" w:rsidP="00D9294D"/>
  <w:p w14:paraId="5AC5ADCE" w14:textId="77777777" w:rsidR="004F0FEB" w:rsidRDefault="004F0FEB" w:rsidP="00D9294D"/>
  <w:p w14:paraId="6CA99545" w14:textId="77777777" w:rsidR="004F0FEB" w:rsidRDefault="004F0FEB"/>
  <w:p w14:paraId="40D06550" w14:textId="77777777" w:rsidR="004F0FEB" w:rsidRDefault="004F0FEB"/>
  <w:p w14:paraId="15CB819C" w14:textId="77777777" w:rsidR="004F0FEB" w:rsidRDefault="004F0FE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443EA" w14:textId="77777777" w:rsidR="00E50615" w:rsidRDefault="00E50615" w:rsidP="00E50615">
    <w:pPr>
      <w:tabs>
        <w:tab w:val="left" w:pos="9072"/>
      </w:tabs>
      <w:rPr>
        <w:lang w:val="en-US"/>
      </w:rPr>
    </w:pPr>
  </w:p>
  <w:p w14:paraId="1FCE2959" w14:textId="77777777" w:rsidR="00E50615" w:rsidRDefault="00E50615" w:rsidP="00E50615">
    <w:pPr>
      <w:tabs>
        <w:tab w:val="left" w:pos="9072"/>
      </w:tabs>
      <w:rPr>
        <w:lang w:val="en-US"/>
      </w:rPr>
    </w:pPr>
  </w:p>
  <w:p w14:paraId="4314FDCB" w14:textId="77777777" w:rsidR="00E50615" w:rsidRPr="009A6D3C" w:rsidRDefault="009A6D3C" w:rsidP="00E50615">
    <w:pPr>
      <w:tabs>
        <w:tab w:val="left" w:pos="9072"/>
      </w:tabs>
      <w:rPr>
        <w:lang w:val="en-US"/>
      </w:rPr>
    </w:pPr>
    <w:r w:rsidRPr="006D594C">
      <w:rPr>
        <w:noProof/>
      </w:rPr>
      <w:pict w14:anchorId="34E44D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i1025" type="#_x0000_t75" style="width:174pt;height:31.5pt;visibility:visible">
          <v:imagedata r:id="rId1" o:title=""/>
        </v:shape>
      </w:pict>
    </w:r>
    <w:r w:rsidR="00E50615">
      <w:rPr>
        <w:lang w:val="en-US"/>
      </w:rPr>
      <w:tab/>
    </w:r>
    <w:r w:rsidR="00E50615">
      <w:rPr>
        <w:lang w:val="en-US"/>
      </w:rPr>
      <w:tab/>
    </w:r>
    <w:r w:rsidR="00E50615">
      <w:fldChar w:fldCharType="begin"/>
    </w:r>
    <w:r w:rsidR="00E50615">
      <w:instrText xml:space="preserve"> PAGE   \* MERGEFORMAT </w:instrText>
    </w:r>
    <w:r w:rsidR="00E50615">
      <w:fldChar w:fldCharType="separate"/>
    </w:r>
    <w:r w:rsidR="00E50615">
      <w:t>1</w:t>
    </w:r>
    <w:r w:rsidR="00E50615">
      <w:rPr>
        <w:noProof/>
      </w:rPr>
      <w:fldChar w:fldCharType="end"/>
    </w:r>
    <w:r w:rsidR="00E50615">
      <w:t xml:space="preserve"> </w:t>
    </w:r>
    <w:r w:rsidR="00E50615" w:rsidRPr="00D53EEA">
      <w:t>(</w:t>
    </w:r>
    <w:fldSimple w:instr=" NUMPAGES   \* MERGEFORMAT ">
      <w:r w:rsidR="00E50615">
        <w:t>1</w:t>
      </w:r>
    </w:fldSimple>
    <w:r w:rsidR="00E50615" w:rsidRPr="00D53EEA">
      <w:t>)</w:t>
    </w:r>
  </w:p>
  <w:p w14:paraId="17593302" w14:textId="77777777" w:rsidR="00E50615" w:rsidRDefault="00E50615" w:rsidP="00E50615"/>
  <w:p w14:paraId="54069A88" w14:textId="77777777" w:rsidR="00E50615" w:rsidRDefault="00E50615" w:rsidP="00E50615"/>
  <w:p w14:paraId="1C634633" w14:textId="77777777" w:rsidR="00E50615" w:rsidRDefault="00E50615" w:rsidP="00E50615">
    <w:pPr>
      <w:rPr>
        <w:lang w:val="en-US"/>
      </w:rPr>
    </w:pPr>
  </w:p>
  <w:p w14:paraId="2788D07F" w14:textId="77777777" w:rsidR="004F0FEB" w:rsidRPr="00E50615" w:rsidRDefault="004F0FEB" w:rsidP="00E506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10DC"/>
    <w:multiLevelType w:val="multilevel"/>
    <w:tmpl w:val="E50805FC"/>
    <w:numStyleLink w:val="111111"/>
  </w:abstractNum>
  <w:abstractNum w:abstractNumId="1" w15:restartNumberingAfterBreak="0">
    <w:nsid w:val="01BF1B65"/>
    <w:multiLevelType w:val="multilevel"/>
    <w:tmpl w:val="E50805FC"/>
    <w:numStyleLink w:val="111111"/>
  </w:abstractNum>
  <w:abstractNum w:abstractNumId="2" w15:restartNumberingAfterBreak="0">
    <w:nsid w:val="038A04C5"/>
    <w:multiLevelType w:val="multilevel"/>
    <w:tmpl w:val="E50805FC"/>
    <w:numStyleLink w:val="111111"/>
  </w:abstractNum>
  <w:abstractNum w:abstractNumId="3" w15:restartNumberingAfterBreak="0">
    <w:nsid w:val="061A4620"/>
    <w:multiLevelType w:val="hybridMultilevel"/>
    <w:tmpl w:val="F13AF69A"/>
    <w:lvl w:ilvl="0" w:tplc="F04C2906">
      <w:start w:val="1"/>
      <w:numFmt w:val="decimal"/>
      <w:lvlText w:val="%1"/>
      <w:lvlJc w:val="left"/>
      <w:pPr>
        <w:tabs>
          <w:tab w:val="num" w:pos="-2608"/>
        </w:tabs>
        <w:ind w:left="0" w:firstLine="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-1168"/>
        </w:tabs>
        <w:ind w:left="-1168" w:hanging="360"/>
      </w:pPr>
    </w:lvl>
    <w:lvl w:ilvl="2" w:tplc="040B001B">
      <w:start w:val="1"/>
      <w:numFmt w:val="lowerRoman"/>
      <w:lvlText w:val="%3."/>
      <w:lvlJc w:val="right"/>
      <w:pPr>
        <w:tabs>
          <w:tab w:val="num" w:pos="-448"/>
        </w:tabs>
        <w:ind w:left="-44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72"/>
        </w:tabs>
        <w:ind w:left="272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992"/>
        </w:tabs>
        <w:ind w:left="992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1712"/>
        </w:tabs>
        <w:ind w:left="1712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2432"/>
        </w:tabs>
        <w:ind w:left="2432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3152"/>
        </w:tabs>
        <w:ind w:left="3152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3872"/>
        </w:tabs>
        <w:ind w:left="3872" w:hanging="180"/>
      </w:pPr>
    </w:lvl>
  </w:abstractNum>
  <w:abstractNum w:abstractNumId="4" w15:restartNumberingAfterBreak="0">
    <w:nsid w:val="09AC4276"/>
    <w:multiLevelType w:val="multilevel"/>
    <w:tmpl w:val="6160FC04"/>
    <w:lvl w:ilvl="0">
      <w:start w:val="1"/>
      <w:numFmt w:val="bullet"/>
      <w:lvlText w:val="•"/>
      <w:lvlJc w:val="left"/>
      <w:pPr>
        <w:tabs>
          <w:tab w:val="num" w:pos="284"/>
        </w:tabs>
        <w:ind w:left="284" w:firstLine="2324"/>
      </w:pPr>
      <w:rPr>
        <w:rFonts w:ascii="Arial" w:eastAsia="@BatangChe" w:hAnsi="Aria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7604B"/>
    <w:multiLevelType w:val="hybridMultilevel"/>
    <w:tmpl w:val="B0FADDDC"/>
    <w:lvl w:ilvl="0" w:tplc="121898F0">
      <w:start w:val="1"/>
      <w:numFmt w:val="bullet"/>
      <w:lvlText w:val="•"/>
      <w:lvlJc w:val="left"/>
      <w:pPr>
        <w:tabs>
          <w:tab w:val="num" w:pos="284"/>
        </w:tabs>
        <w:ind w:left="284" w:firstLine="2324"/>
      </w:pPr>
      <w:rPr>
        <w:rFonts w:ascii="Arial" w:eastAsia="@BatangChe" w:hAnsi="Aria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27FED"/>
    <w:multiLevelType w:val="hybridMultilevel"/>
    <w:tmpl w:val="D9063D3A"/>
    <w:lvl w:ilvl="0" w:tplc="261A0D8E">
      <w:start w:val="1"/>
      <w:numFmt w:val="bullet"/>
      <w:pStyle w:val="Bullets"/>
      <w:lvlText w:val="•"/>
      <w:lvlJc w:val="left"/>
      <w:pPr>
        <w:tabs>
          <w:tab w:val="num" w:pos="2892"/>
        </w:tabs>
        <w:ind w:left="2892" w:hanging="284"/>
      </w:pPr>
      <w:rPr>
        <w:rFonts w:ascii="Arial" w:hAnsi="Aria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A6AAD"/>
    <w:multiLevelType w:val="multilevel"/>
    <w:tmpl w:val="E50805FC"/>
    <w:numStyleLink w:val="111111"/>
  </w:abstractNum>
  <w:abstractNum w:abstractNumId="8" w15:restartNumberingAfterBreak="0">
    <w:nsid w:val="1C355411"/>
    <w:multiLevelType w:val="multilevel"/>
    <w:tmpl w:val="E50805FC"/>
    <w:numStyleLink w:val="111111"/>
  </w:abstractNum>
  <w:abstractNum w:abstractNumId="9" w15:restartNumberingAfterBreak="0">
    <w:nsid w:val="1C3C70A3"/>
    <w:multiLevelType w:val="multilevel"/>
    <w:tmpl w:val="E50805FC"/>
    <w:numStyleLink w:val="111111"/>
  </w:abstractNum>
  <w:abstractNum w:abstractNumId="10" w15:restartNumberingAfterBreak="0">
    <w:nsid w:val="1F250925"/>
    <w:multiLevelType w:val="multilevel"/>
    <w:tmpl w:val="B0FADDDC"/>
    <w:lvl w:ilvl="0">
      <w:start w:val="1"/>
      <w:numFmt w:val="bullet"/>
      <w:lvlText w:val="•"/>
      <w:lvlJc w:val="left"/>
      <w:pPr>
        <w:tabs>
          <w:tab w:val="num" w:pos="284"/>
        </w:tabs>
        <w:ind w:left="284" w:firstLine="2324"/>
      </w:pPr>
      <w:rPr>
        <w:rFonts w:ascii="Arial" w:eastAsia="@BatangChe" w:hAnsi="Aria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30966"/>
    <w:multiLevelType w:val="multilevel"/>
    <w:tmpl w:val="E50805FC"/>
    <w:numStyleLink w:val="111111"/>
  </w:abstractNum>
  <w:abstractNum w:abstractNumId="12" w15:restartNumberingAfterBreak="0">
    <w:nsid w:val="207567D4"/>
    <w:multiLevelType w:val="multilevel"/>
    <w:tmpl w:val="E50805FC"/>
    <w:numStyleLink w:val="111111"/>
  </w:abstractNum>
  <w:abstractNum w:abstractNumId="13" w15:restartNumberingAfterBreak="0">
    <w:nsid w:val="236C26FD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37A3A7A"/>
    <w:multiLevelType w:val="multilevel"/>
    <w:tmpl w:val="E50805FC"/>
    <w:numStyleLink w:val="111111"/>
  </w:abstractNum>
  <w:abstractNum w:abstractNumId="15" w15:restartNumberingAfterBreak="0">
    <w:nsid w:val="28046A05"/>
    <w:multiLevelType w:val="hybridMultilevel"/>
    <w:tmpl w:val="A48C185E"/>
    <w:lvl w:ilvl="0" w:tplc="38FEC974">
      <w:start w:val="1"/>
      <w:numFmt w:val="bullet"/>
      <w:lvlText w:val=""/>
      <w:lvlJc w:val="left"/>
      <w:pPr>
        <w:tabs>
          <w:tab w:val="num" w:pos="1865"/>
        </w:tabs>
        <w:ind w:left="1865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A7CB1"/>
    <w:multiLevelType w:val="multilevel"/>
    <w:tmpl w:val="E50805FC"/>
    <w:numStyleLink w:val="111111"/>
  </w:abstractNum>
  <w:abstractNum w:abstractNumId="17" w15:restartNumberingAfterBreak="0">
    <w:nsid w:val="2D043C71"/>
    <w:multiLevelType w:val="multilevel"/>
    <w:tmpl w:val="E50805FC"/>
    <w:numStyleLink w:val="111111"/>
  </w:abstractNum>
  <w:abstractNum w:abstractNumId="18" w15:restartNumberingAfterBreak="0">
    <w:nsid w:val="335C7C1C"/>
    <w:multiLevelType w:val="hybridMultilevel"/>
    <w:tmpl w:val="1772E5EE"/>
    <w:lvl w:ilvl="0" w:tplc="24787ED6">
      <w:start w:val="1"/>
      <w:numFmt w:val="decimal"/>
      <w:lvlText w:val="%1"/>
      <w:lvlJc w:val="left"/>
      <w:pPr>
        <w:tabs>
          <w:tab w:val="num" w:pos="0"/>
        </w:tabs>
        <w:ind w:left="2892" w:hanging="284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AD7591"/>
    <w:multiLevelType w:val="multilevel"/>
    <w:tmpl w:val="E50805FC"/>
    <w:numStyleLink w:val="111111"/>
  </w:abstractNum>
  <w:abstractNum w:abstractNumId="20" w15:restartNumberingAfterBreak="0">
    <w:nsid w:val="44D01F3E"/>
    <w:multiLevelType w:val="multilevel"/>
    <w:tmpl w:val="D20CCAB6"/>
    <w:lvl w:ilvl="0">
      <w:start w:val="1"/>
      <w:numFmt w:val="bullet"/>
      <w:lvlText w:val="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color w:val="0177B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0808"/>
    <w:multiLevelType w:val="multilevel"/>
    <w:tmpl w:val="F33601E8"/>
    <w:lvl w:ilvl="0">
      <w:start w:val="1"/>
      <w:numFmt w:val="decimal"/>
      <w:pStyle w:val="ListHeader"/>
      <w:isLgl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7DB5905"/>
    <w:multiLevelType w:val="hybridMultilevel"/>
    <w:tmpl w:val="F1BE95F0"/>
    <w:lvl w:ilvl="0" w:tplc="87B49CA2">
      <w:start w:val="1"/>
      <w:numFmt w:val="decimal"/>
      <w:pStyle w:val="ListNumbered"/>
      <w:lvlText w:val="%1"/>
      <w:lvlJc w:val="left"/>
      <w:pPr>
        <w:tabs>
          <w:tab w:val="num" w:pos="0"/>
        </w:tabs>
        <w:ind w:left="2892" w:hanging="284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33E23"/>
    <w:multiLevelType w:val="multilevel"/>
    <w:tmpl w:val="69647704"/>
    <w:lvl w:ilvl="0">
      <w:start w:val="1"/>
      <w:numFmt w:val="decimal"/>
      <w:lvlText w:val="%1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4"/>
        </w:tabs>
        <w:ind w:left="1304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304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04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304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304" w:firstLine="0"/>
      </w:pPr>
      <w:rPr>
        <w:rFonts w:hint="default"/>
      </w:rPr>
    </w:lvl>
  </w:abstractNum>
  <w:abstractNum w:abstractNumId="24" w15:restartNumberingAfterBreak="0">
    <w:nsid w:val="4F7F026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9351543"/>
    <w:multiLevelType w:val="multilevel"/>
    <w:tmpl w:val="E50805FC"/>
    <w:styleLink w:val="111111"/>
    <w:lvl w:ilvl="0">
      <w:start w:val="1"/>
      <w:numFmt w:val="decimal"/>
      <w:isLgl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5EC33852"/>
    <w:multiLevelType w:val="multilevel"/>
    <w:tmpl w:val="E50805FC"/>
    <w:numStyleLink w:val="111111"/>
  </w:abstractNum>
  <w:abstractNum w:abstractNumId="27" w15:restartNumberingAfterBreak="0">
    <w:nsid w:val="68554E2E"/>
    <w:multiLevelType w:val="multilevel"/>
    <w:tmpl w:val="42BC7BCE"/>
    <w:lvl w:ilvl="0">
      <w:start w:val="1"/>
      <w:numFmt w:val="bullet"/>
      <w:lvlText w:val="•"/>
      <w:lvlJc w:val="left"/>
      <w:pPr>
        <w:tabs>
          <w:tab w:val="num" w:pos="284"/>
        </w:tabs>
        <w:ind w:left="284" w:firstLine="2324"/>
      </w:pPr>
      <w:rPr>
        <w:rFonts w:ascii="@BatangChe" w:eastAsia="@BatangChe" w:hAnsi="@BatangChe" w:cs="@BatangChe" w:hint="eastAsia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E586D"/>
    <w:multiLevelType w:val="multilevel"/>
    <w:tmpl w:val="71D09C94"/>
    <w:lvl w:ilvl="0">
      <w:start w:val="1"/>
      <w:numFmt w:val="bullet"/>
      <w:lvlText w:val="•"/>
      <w:lvlJc w:val="left"/>
      <w:pPr>
        <w:tabs>
          <w:tab w:val="num" w:pos="284"/>
        </w:tabs>
        <w:ind w:left="284" w:firstLine="2324"/>
      </w:pPr>
      <w:rPr>
        <w:rFonts w:ascii="Arial" w:eastAsia="@BatangChe" w:hAnsi="Aria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D60AB"/>
    <w:multiLevelType w:val="multilevel"/>
    <w:tmpl w:val="E50805FC"/>
    <w:numStyleLink w:val="111111"/>
  </w:abstractNum>
  <w:abstractNum w:abstractNumId="30" w15:restartNumberingAfterBreak="0">
    <w:nsid w:val="74FC42FC"/>
    <w:multiLevelType w:val="multilevel"/>
    <w:tmpl w:val="E50805FC"/>
    <w:numStyleLink w:val="111111"/>
  </w:abstractNum>
  <w:abstractNum w:abstractNumId="31" w15:restartNumberingAfterBreak="0">
    <w:nsid w:val="78E5370B"/>
    <w:multiLevelType w:val="hybridMultilevel"/>
    <w:tmpl w:val="F1BA32DA"/>
    <w:lvl w:ilvl="0" w:tplc="1422DD40">
      <w:start w:val="1"/>
      <w:numFmt w:val="bullet"/>
      <w:lvlText w:val="•"/>
      <w:lvlJc w:val="left"/>
      <w:pPr>
        <w:tabs>
          <w:tab w:val="num" w:pos="284"/>
        </w:tabs>
        <w:ind w:left="284" w:firstLine="2324"/>
      </w:pPr>
      <w:rPr>
        <w:rFonts w:ascii="Arial" w:eastAsia="@BatangChe" w:hAnsi="Aria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7405F"/>
    <w:multiLevelType w:val="multilevel"/>
    <w:tmpl w:val="0D40986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color w:val="auto"/>
        <w:kern w:val="32"/>
        <w:sz w:val="28"/>
        <w:szCs w:val="32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31"/>
        </w:tabs>
        <w:ind w:left="731" w:hanging="1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31"/>
        </w:tabs>
        <w:ind w:left="731" w:hanging="1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98"/>
        </w:tabs>
        <w:ind w:left="1298" w:hanging="7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8"/>
        </w:tabs>
        <w:ind w:left="1298" w:hanging="73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56"/>
        </w:tabs>
        <w:ind w:left="2956" w:hanging="12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56"/>
        </w:tabs>
        <w:ind w:left="2956" w:hanging="129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56"/>
        </w:tabs>
        <w:ind w:left="2956" w:hanging="1298"/>
      </w:pPr>
      <w:rPr>
        <w:rFonts w:hint="default"/>
      </w:rPr>
    </w:lvl>
  </w:abstractNum>
  <w:abstractNum w:abstractNumId="33" w15:restartNumberingAfterBreak="0">
    <w:nsid w:val="7B92630B"/>
    <w:multiLevelType w:val="multilevel"/>
    <w:tmpl w:val="0D40986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color w:val="auto"/>
        <w:kern w:val="32"/>
        <w:sz w:val="28"/>
        <w:szCs w:val="32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31"/>
        </w:tabs>
        <w:ind w:left="731" w:hanging="1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31"/>
        </w:tabs>
        <w:ind w:left="731" w:hanging="1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98"/>
        </w:tabs>
        <w:ind w:left="1298" w:hanging="7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8"/>
        </w:tabs>
        <w:ind w:left="1298" w:hanging="73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56"/>
        </w:tabs>
        <w:ind w:left="2956" w:hanging="12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56"/>
        </w:tabs>
        <w:ind w:left="2956" w:hanging="129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56"/>
        </w:tabs>
        <w:ind w:left="2956" w:hanging="1298"/>
      </w:pPr>
      <w:rPr>
        <w:rFonts w:hint="default"/>
      </w:rPr>
    </w:lvl>
  </w:abstractNum>
  <w:abstractNum w:abstractNumId="34" w15:restartNumberingAfterBreak="0">
    <w:nsid w:val="7CF460F1"/>
    <w:multiLevelType w:val="multilevel"/>
    <w:tmpl w:val="E50805FC"/>
    <w:numStyleLink w:val="111111"/>
  </w:abstractNum>
  <w:abstractNum w:abstractNumId="35" w15:restartNumberingAfterBreak="0">
    <w:nsid w:val="7D1E32D8"/>
    <w:multiLevelType w:val="multilevel"/>
    <w:tmpl w:val="6456CE6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61"/>
        </w:tabs>
        <w:ind w:left="2061" w:hanging="170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num w:numId="1" w16cid:durableId="879973372">
    <w:abstractNumId w:val="33"/>
  </w:num>
  <w:num w:numId="2" w16cid:durableId="1090854747">
    <w:abstractNumId w:val="32"/>
  </w:num>
  <w:num w:numId="3" w16cid:durableId="739640157">
    <w:abstractNumId w:val="15"/>
  </w:num>
  <w:num w:numId="4" w16cid:durableId="975180038">
    <w:abstractNumId w:val="25"/>
  </w:num>
  <w:num w:numId="5" w16cid:durableId="1357072742">
    <w:abstractNumId w:val="30"/>
  </w:num>
  <w:num w:numId="6" w16cid:durableId="126164955">
    <w:abstractNumId w:val="14"/>
  </w:num>
  <w:num w:numId="7" w16cid:durableId="1198658546">
    <w:abstractNumId w:val="7"/>
  </w:num>
  <w:num w:numId="8" w16cid:durableId="1407415177">
    <w:abstractNumId w:val="23"/>
  </w:num>
  <w:num w:numId="9" w16cid:durableId="763695411">
    <w:abstractNumId w:val="0"/>
  </w:num>
  <w:num w:numId="10" w16cid:durableId="96298483">
    <w:abstractNumId w:val="34"/>
  </w:num>
  <w:num w:numId="11" w16cid:durableId="1449853046">
    <w:abstractNumId w:val="29"/>
  </w:num>
  <w:num w:numId="12" w16cid:durableId="1280255897">
    <w:abstractNumId w:val="2"/>
  </w:num>
  <w:num w:numId="13" w16cid:durableId="1359043453">
    <w:abstractNumId w:val="19"/>
  </w:num>
  <w:num w:numId="14" w16cid:durableId="247271919">
    <w:abstractNumId w:val="26"/>
  </w:num>
  <w:num w:numId="15" w16cid:durableId="662129294">
    <w:abstractNumId w:val="8"/>
  </w:num>
  <w:num w:numId="16" w16cid:durableId="1565600080">
    <w:abstractNumId w:val="12"/>
  </w:num>
  <w:num w:numId="17" w16cid:durableId="435564219">
    <w:abstractNumId w:val="9"/>
  </w:num>
  <w:num w:numId="18" w16cid:durableId="2031180836">
    <w:abstractNumId w:val="11"/>
  </w:num>
  <w:num w:numId="19" w16cid:durableId="585654570">
    <w:abstractNumId w:val="35"/>
  </w:num>
  <w:num w:numId="20" w16cid:durableId="1678918192">
    <w:abstractNumId w:val="13"/>
  </w:num>
  <w:num w:numId="21" w16cid:durableId="1903247931">
    <w:abstractNumId w:val="16"/>
  </w:num>
  <w:num w:numId="22" w16cid:durableId="76677372">
    <w:abstractNumId w:val="1"/>
  </w:num>
  <w:num w:numId="23" w16cid:durableId="2144076436">
    <w:abstractNumId w:val="21"/>
  </w:num>
  <w:num w:numId="24" w16cid:durableId="279145227">
    <w:abstractNumId w:val="31"/>
  </w:num>
  <w:num w:numId="25" w16cid:durableId="1146816649">
    <w:abstractNumId w:val="20"/>
  </w:num>
  <w:num w:numId="26" w16cid:durableId="569580189">
    <w:abstractNumId w:val="27"/>
  </w:num>
  <w:num w:numId="27" w16cid:durableId="676080317">
    <w:abstractNumId w:val="4"/>
  </w:num>
  <w:num w:numId="28" w16cid:durableId="1485701203">
    <w:abstractNumId w:val="28"/>
  </w:num>
  <w:num w:numId="29" w16cid:durableId="210652658">
    <w:abstractNumId w:val="5"/>
  </w:num>
  <w:num w:numId="30" w16cid:durableId="360980423">
    <w:abstractNumId w:val="10"/>
  </w:num>
  <w:num w:numId="31" w16cid:durableId="1532183676">
    <w:abstractNumId w:val="6"/>
  </w:num>
  <w:num w:numId="32" w16cid:durableId="470831158">
    <w:abstractNumId w:val="17"/>
  </w:num>
  <w:num w:numId="33" w16cid:durableId="1963150135">
    <w:abstractNumId w:val="3"/>
  </w:num>
  <w:num w:numId="34" w16cid:durableId="826243924">
    <w:abstractNumId w:val="18"/>
  </w:num>
  <w:num w:numId="35" w16cid:durableId="608970472">
    <w:abstractNumId w:val="22"/>
  </w:num>
  <w:num w:numId="36" w16cid:durableId="10304550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cumentProtection w:edit="forms" w:enforcement="0"/>
  <w:defaultTabStop w:val="1304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75AA"/>
    <w:rsid w:val="00001C1F"/>
    <w:rsid w:val="00010137"/>
    <w:rsid w:val="00011BC2"/>
    <w:rsid w:val="00014636"/>
    <w:rsid w:val="000275AA"/>
    <w:rsid w:val="0002799F"/>
    <w:rsid w:val="000861D6"/>
    <w:rsid w:val="000904D2"/>
    <w:rsid w:val="00096928"/>
    <w:rsid w:val="00096A7C"/>
    <w:rsid w:val="000B1744"/>
    <w:rsid w:val="000C0E86"/>
    <w:rsid w:val="000C123D"/>
    <w:rsid w:val="000D2582"/>
    <w:rsid w:val="000E7EDD"/>
    <w:rsid w:val="000F071D"/>
    <w:rsid w:val="00107683"/>
    <w:rsid w:val="00120852"/>
    <w:rsid w:val="00136AB0"/>
    <w:rsid w:val="00146EE7"/>
    <w:rsid w:val="00167189"/>
    <w:rsid w:val="001848EF"/>
    <w:rsid w:val="00187C3C"/>
    <w:rsid w:val="00192B1F"/>
    <w:rsid w:val="001A04D2"/>
    <w:rsid w:val="001B5725"/>
    <w:rsid w:val="001C4CA7"/>
    <w:rsid w:val="001C501E"/>
    <w:rsid w:val="001D1B3D"/>
    <w:rsid w:val="001E62C2"/>
    <w:rsid w:val="002010CE"/>
    <w:rsid w:val="00220F20"/>
    <w:rsid w:val="00221605"/>
    <w:rsid w:val="00227DCD"/>
    <w:rsid w:val="00230FBA"/>
    <w:rsid w:val="002312C8"/>
    <w:rsid w:val="002561DE"/>
    <w:rsid w:val="00266BBF"/>
    <w:rsid w:val="00280284"/>
    <w:rsid w:val="00285AF6"/>
    <w:rsid w:val="002911F7"/>
    <w:rsid w:val="00293B25"/>
    <w:rsid w:val="0029531D"/>
    <w:rsid w:val="002C0877"/>
    <w:rsid w:val="002D0F79"/>
    <w:rsid w:val="002D7880"/>
    <w:rsid w:val="0030571A"/>
    <w:rsid w:val="00311B7D"/>
    <w:rsid w:val="003163E5"/>
    <w:rsid w:val="00337589"/>
    <w:rsid w:val="00342CD1"/>
    <w:rsid w:val="0036437C"/>
    <w:rsid w:val="00372F19"/>
    <w:rsid w:val="00377486"/>
    <w:rsid w:val="003A0469"/>
    <w:rsid w:val="003A2D0F"/>
    <w:rsid w:val="003D39F8"/>
    <w:rsid w:val="003E20D9"/>
    <w:rsid w:val="003E5B10"/>
    <w:rsid w:val="003F7F5C"/>
    <w:rsid w:val="004032B8"/>
    <w:rsid w:val="00417BAB"/>
    <w:rsid w:val="00417C90"/>
    <w:rsid w:val="00426E5D"/>
    <w:rsid w:val="00434948"/>
    <w:rsid w:val="004365A8"/>
    <w:rsid w:val="004421EF"/>
    <w:rsid w:val="004510E3"/>
    <w:rsid w:val="00451ED4"/>
    <w:rsid w:val="004545D3"/>
    <w:rsid w:val="00462DF5"/>
    <w:rsid w:val="004B79E5"/>
    <w:rsid w:val="004D7ECD"/>
    <w:rsid w:val="004E4183"/>
    <w:rsid w:val="004F0FEB"/>
    <w:rsid w:val="004F2201"/>
    <w:rsid w:val="004F5857"/>
    <w:rsid w:val="00505D07"/>
    <w:rsid w:val="005128AB"/>
    <w:rsid w:val="00520421"/>
    <w:rsid w:val="00532A64"/>
    <w:rsid w:val="00532C90"/>
    <w:rsid w:val="005365C3"/>
    <w:rsid w:val="00544BBB"/>
    <w:rsid w:val="00555DA5"/>
    <w:rsid w:val="005619A3"/>
    <w:rsid w:val="0056226A"/>
    <w:rsid w:val="0057513A"/>
    <w:rsid w:val="005A6279"/>
    <w:rsid w:val="005B2BC5"/>
    <w:rsid w:val="005C1A6C"/>
    <w:rsid w:val="005D082B"/>
    <w:rsid w:val="005D1770"/>
    <w:rsid w:val="005E0CEE"/>
    <w:rsid w:val="005E14F8"/>
    <w:rsid w:val="00604EEA"/>
    <w:rsid w:val="00606C20"/>
    <w:rsid w:val="006130D3"/>
    <w:rsid w:val="00630AA0"/>
    <w:rsid w:val="00633B3C"/>
    <w:rsid w:val="00641E8A"/>
    <w:rsid w:val="00645474"/>
    <w:rsid w:val="00657C5B"/>
    <w:rsid w:val="006826B1"/>
    <w:rsid w:val="00695BEB"/>
    <w:rsid w:val="006C4484"/>
    <w:rsid w:val="006D019E"/>
    <w:rsid w:val="006D20EC"/>
    <w:rsid w:val="006E25F6"/>
    <w:rsid w:val="006E3C7B"/>
    <w:rsid w:val="006F5DD8"/>
    <w:rsid w:val="00700C6F"/>
    <w:rsid w:val="00706E9A"/>
    <w:rsid w:val="00711287"/>
    <w:rsid w:val="00712828"/>
    <w:rsid w:val="007254D9"/>
    <w:rsid w:val="00727DC9"/>
    <w:rsid w:val="00737866"/>
    <w:rsid w:val="00745CA8"/>
    <w:rsid w:val="00753459"/>
    <w:rsid w:val="007744E0"/>
    <w:rsid w:val="0077485F"/>
    <w:rsid w:val="007A098A"/>
    <w:rsid w:val="007A5E91"/>
    <w:rsid w:val="007D1E59"/>
    <w:rsid w:val="007D3385"/>
    <w:rsid w:val="007F056F"/>
    <w:rsid w:val="008015E3"/>
    <w:rsid w:val="00816E16"/>
    <w:rsid w:val="00827173"/>
    <w:rsid w:val="00832D20"/>
    <w:rsid w:val="00842E91"/>
    <w:rsid w:val="00854EEC"/>
    <w:rsid w:val="008562FC"/>
    <w:rsid w:val="00875561"/>
    <w:rsid w:val="0088118D"/>
    <w:rsid w:val="008A1E1F"/>
    <w:rsid w:val="008B2F74"/>
    <w:rsid w:val="008B52F0"/>
    <w:rsid w:val="008C282B"/>
    <w:rsid w:val="008D0A76"/>
    <w:rsid w:val="008D4FC7"/>
    <w:rsid w:val="009154EA"/>
    <w:rsid w:val="009156B1"/>
    <w:rsid w:val="009345E1"/>
    <w:rsid w:val="00936767"/>
    <w:rsid w:val="00952B10"/>
    <w:rsid w:val="00956596"/>
    <w:rsid w:val="00956614"/>
    <w:rsid w:val="00956FE3"/>
    <w:rsid w:val="00994662"/>
    <w:rsid w:val="009A6D3C"/>
    <w:rsid w:val="009B33C2"/>
    <w:rsid w:val="009C2728"/>
    <w:rsid w:val="009C795F"/>
    <w:rsid w:val="009D0DCF"/>
    <w:rsid w:val="009E12BB"/>
    <w:rsid w:val="009F0E46"/>
    <w:rsid w:val="009F3E31"/>
    <w:rsid w:val="009F7BE6"/>
    <w:rsid w:val="00A035B8"/>
    <w:rsid w:val="00A064E1"/>
    <w:rsid w:val="00A12792"/>
    <w:rsid w:val="00A1588F"/>
    <w:rsid w:val="00A51EB9"/>
    <w:rsid w:val="00A576B9"/>
    <w:rsid w:val="00A67777"/>
    <w:rsid w:val="00A7649D"/>
    <w:rsid w:val="00A84E06"/>
    <w:rsid w:val="00A9038E"/>
    <w:rsid w:val="00A93A34"/>
    <w:rsid w:val="00A95F5F"/>
    <w:rsid w:val="00AA474A"/>
    <w:rsid w:val="00AB1F67"/>
    <w:rsid w:val="00AC120C"/>
    <w:rsid w:val="00AC61F6"/>
    <w:rsid w:val="00AF6591"/>
    <w:rsid w:val="00AF6CDB"/>
    <w:rsid w:val="00B10CA7"/>
    <w:rsid w:val="00B15F00"/>
    <w:rsid w:val="00B166A1"/>
    <w:rsid w:val="00B26E19"/>
    <w:rsid w:val="00B27113"/>
    <w:rsid w:val="00B436FC"/>
    <w:rsid w:val="00B61911"/>
    <w:rsid w:val="00B6493E"/>
    <w:rsid w:val="00B74258"/>
    <w:rsid w:val="00B77013"/>
    <w:rsid w:val="00B7735B"/>
    <w:rsid w:val="00B82C78"/>
    <w:rsid w:val="00B82C81"/>
    <w:rsid w:val="00B83132"/>
    <w:rsid w:val="00B84A91"/>
    <w:rsid w:val="00B95DFF"/>
    <w:rsid w:val="00BA7D19"/>
    <w:rsid w:val="00BB6C60"/>
    <w:rsid w:val="00BD0E9A"/>
    <w:rsid w:val="00BE143F"/>
    <w:rsid w:val="00BE15FD"/>
    <w:rsid w:val="00BE4D3A"/>
    <w:rsid w:val="00BF268F"/>
    <w:rsid w:val="00BF49E2"/>
    <w:rsid w:val="00C02217"/>
    <w:rsid w:val="00C044C8"/>
    <w:rsid w:val="00C05C41"/>
    <w:rsid w:val="00C24984"/>
    <w:rsid w:val="00C4213B"/>
    <w:rsid w:val="00C443A7"/>
    <w:rsid w:val="00C4779A"/>
    <w:rsid w:val="00C47EE9"/>
    <w:rsid w:val="00C54445"/>
    <w:rsid w:val="00C6131C"/>
    <w:rsid w:val="00C74205"/>
    <w:rsid w:val="00C84DD5"/>
    <w:rsid w:val="00CA0C94"/>
    <w:rsid w:val="00CA1B27"/>
    <w:rsid w:val="00CA2300"/>
    <w:rsid w:val="00CA3153"/>
    <w:rsid w:val="00CA6B91"/>
    <w:rsid w:val="00CB02E3"/>
    <w:rsid w:val="00CB6BAC"/>
    <w:rsid w:val="00CC6922"/>
    <w:rsid w:val="00CD49A9"/>
    <w:rsid w:val="00D2493B"/>
    <w:rsid w:val="00D30394"/>
    <w:rsid w:val="00D316C1"/>
    <w:rsid w:val="00D317EE"/>
    <w:rsid w:val="00D335D4"/>
    <w:rsid w:val="00D60BCA"/>
    <w:rsid w:val="00D612EF"/>
    <w:rsid w:val="00D61E0B"/>
    <w:rsid w:val="00D9294D"/>
    <w:rsid w:val="00DB563D"/>
    <w:rsid w:val="00DD4A62"/>
    <w:rsid w:val="00E2083C"/>
    <w:rsid w:val="00E30123"/>
    <w:rsid w:val="00E450D4"/>
    <w:rsid w:val="00E50615"/>
    <w:rsid w:val="00E52E8F"/>
    <w:rsid w:val="00E66459"/>
    <w:rsid w:val="00E82ED2"/>
    <w:rsid w:val="00E83BE2"/>
    <w:rsid w:val="00E83F47"/>
    <w:rsid w:val="00E9455E"/>
    <w:rsid w:val="00EB1A48"/>
    <w:rsid w:val="00F00196"/>
    <w:rsid w:val="00F001C1"/>
    <w:rsid w:val="00F02180"/>
    <w:rsid w:val="00F1611E"/>
    <w:rsid w:val="00F31F41"/>
    <w:rsid w:val="00F33D08"/>
    <w:rsid w:val="00F36A51"/>
    <w:rsid w:val="00F677A1"/>
    <w:rsid w:val="00F83F2E"/>
    <w:rsid w:val="00F93E22"/>
    <w:rsid w:val="00FA189D"/>
    <w:rsid w:val="00FA5219"/>
    <w:rsid w:val="00FA6043"/>
    <w:rsid w:val="00FB41DF"/>
    <w:rsid w:val="00FD1F89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4B23D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294D"/>
    <w:pPr>
      <w:spacing w:line="240" w:lineRule="atLeast"/>
    </w:pPr>
    <w:rPr>
      <w:rFonts w:ascii="Arial" w:hAnsi="Arial"/>
      <w:sz w:val="22"/>
      <w:szCs w:val="24"/>
      <w:lang w:eastAsia="zh-CN"/>
    </w:rPr>
  </w:style>
  <w:style w:type="paragraph" w:styleId="Heading1">
    <w:name w:val="heading 1"/>
    <w:basedOn w:val="Normal"/>
    <w:next w:val="Paragraph"/>
    <w:qFormat/>
    <w:rsid w:val="00A93A34"/>
    <w:pPr>
      <w:keepNext/>
      <w:spacing w:before="240" w:after="240"/>
      <w:outlineLvl w:val="0"/>
    </w:pPr>
    <w:rPr>
      <w:rFonts w:cs="Arial"/>
      <w:b/>
      <w:kern w:val="32"/>
      <w:szCs w:val="32"/>
    </w:rPr>
  </w:style>
  <w:style w:type="paragraph" w:styleId="Heading2">
    <w:name w:val="heading 2"/>
    <w:basedOn w:val="Normal"/>
    <w:next w:val="Paragraph"/>
    <w:qFormat/>
    <w:rsid w:val="00A93A34"/>
    <w:pPr>
      <w:keepNext/>
      <w:spacing w:before="240" w:after="24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Paragraph"/>
    <w:qFormat/>
    <w:rsid w:val="00A93A34"/>
    <w:pPr>
      <w:keepNext/>
      <w:spacing w:before="240"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Paragraph"/>
    <w:qFormat/>
    <w:rsid w:val="00A93A34"/>
    <w:pPr>
      <w:keepNext/>
      <w:spacing w:before="240" w:after="240"/>
      <w:outlineLvl w:val="3"/>
    </w:pPr>
    <w:rPr>
      <w:bCs/>
      <w:szCs w:val="28"/>
    </w:rPr>
  </w:style>
  <w:style w:type="paragraph" w:styleId="Heading5">
    <w:name w:val="heading 5"/>
    <w:basedOn w:val="Normal"/>
    <w:next w:val="Paragraph"/>
    <w:qFormat/>
    <w:rsid w:val="00A93A34"/>
    <w:pPr>
      <w:spacing w:before="240"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Paragraph"/>
    <w:qFormat/>
    <w:rsid w:val="00A93A34"/>
    <w:pPr>
      <w:spacing w:before="240" w:after="240"/>
      <w:outlineLvl w:val="5"/>
    </w:pPr>
    <w:rPr>
      <w:bCs/>
      <w:szCs w:val="22"/>
    </w:rPr>
  </w:style>
  <w:style w:type="paragraph" w:styleId="Heading7">
    <w:name w:val="heading 7"/>
    <w:basedOn w:val="Normal"/>
    <w:next w:val="Paragraph"/>
    <w:qFormat/>
    <w:rsid w:val="00A93A34"/>
    <w:pPr>
      <w:spacing w:before="240" w:after="240"/>
      <w:outlineLvl w:val="6"/>
    </w:pPr>
  </w:style>
  <w:style w:type="paragraph" w:styleId="Heading8">
    <w:name w:val="heading 8"/>
    <w:basedOn w:val="Normal"/>
    <w:next w:val="Paragraph"/>
    <w:qFormat/>
    <w:rsid w:val="00A93A34"/>
    <w:pPr>
      <w:spacing w:before="240"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A93A34"/>
    <w:pPr>
      <w:spacing w:before="240"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F056F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7F056F"/>
    <w:rPr>
      <w:color w:val="8C8A7A"/>
      <w:sz w:val="18"/>
    </w:rPr>
  </w:style>
  <w:style w:type="paragraph" w:customStyle="1" w:styleId="Paragraph">
    <w:name w:val="Paragraph"/>
    <w:basedOn w:val="Normal"/>
    <w:rsid w:val="007F056F"/>
    <w:pPr>
      <w:ind w:left="2608"/>
    </w:pPr>
  </w:style>
  <w:style w:type="paragraph" w:customStyle="1" w:styleId="ListHeader">
    <w:name w:val="List Header"/>
    <w:basedOn w:val="Heading1"/>
    <w:next w:val="Paragraph"/>
    <w:rsid w:val="00A93A34"/>
    <w:pPr>
      <w:numPr>
        <w:numId w:val="23"/>
      </w:numPr>
    </w:pPr>
    <w:rPr>
      <w:b w:val="0"/>
    </w:rPr>
  </w:style>
  <w:style w:type="paragraph" w:customStyle="1" w:styleId="Footerhighlight">
    <w:name w:val="Footer highlight"/>
    <w:basedOn w:val="Footer"/>
    <w:rsid w:val="007F056F"/>
    <w:rPr>
      <w:color w:val="004C93"/>
    </w:rPr>
  </w:style>
  <w:style w:type="table" w:styleId="TableGrid">
    <w:name w:val="Table Grid"/>
    <w:basedOn w:val="TableNormal"/>
    <w:rsid w:val="001848EF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ank">
    <w:name w:val="blank"/>
    <w:basedOn w:val="Footer"/>
    <w:rsid w:val="00FA189D"/>
    <w:pPr>
      <w:spacing w:line="120" w:lineRule="auto"/>
    </w:pPr>
    <w:rPr>
      <w:sz w:val="2"/>
    </w:rPr>
  </w:style>
  <w:style w:type="paragraph" w:customStyle="1" w:styleId="Bullets">
    <w:name w:val="Bullets"/>
    <w:basedOn w:val="Normal"/>
    <w:rsid w:val="00220F20"/>
    <w:pPr>
      <w:numPr>
        <w:numId w:val="31"/>
      </w:numPr>
    </w:pPr>
    <w:rPr>
      <w:lang w:val="fi-FI"/>
    </w:rPr>
  </w:style>
  <w:style w:type="paragraph" w:styleId="BodyTextFirstIndent">
    <w:name w:val="Body Text First Indent"/>
    <w:basedOn w:val="Normal"/>
    <w:rsid w:val="003163E5"/>
    <w:pPr>
      <w:ind w:left="2608" w:hanging="2608"/>
    </w:pPr>
  </w:style>
  <w:style w:type="numbering" w:styleId="111111">
    <w:name w:val="Outline List 2"/>
    <w:basedOn w:val="NoList"/>
    <w:rsid w:val="00A93A34"/>
    <w:pPr>
      <w:numPr>
        <w:numId w:val="4"/>
      </w:numPr>
    </w:pPr>
  </w:style>
  <w:style w:type="paragraph" w:customStyle="1" w:styleId="ListNumbered">
    <w:name w:val="List Numbered"/>
    <w:basedOn w:val="Paragraph"/>
    <w:rsid w:val="00B10CA7"/>
    <w:pPr>
      <w:numPr>
        <w:numId w:val="35"/>
      </w:numPr>
    </w:pPr>
  </w:style>
  <w:style w:type="paragraph" w:customStyle="1" w:styleId="ListNumberedC1">
    <w:name w:val="List Numbered C1"/>
    <w:basedOn w:val="ListNumbered"/>
    <w:rsid w:val="003A0469"/>
    <w:pPr>
      <w:tabs>
        <w:tab w:val="clear" w:pos="0"/>
      </w:tabs>
      <w:ind w:left="2608" w:hanging="1304"/>
    </w:pPr>
    <w:rPr>
      <w:lang w:val="fi-FI"/>
    </w:rPr>
  </w:style>
  <w:style w:type="character" w:customStyle="1" w:styleId="FooterChar">
    <w:name w:val="Footer Char"/>
    <w:link w:val="Footer"/>
    <w:rsid w:val="009D0DCF"/>
    <w:rPr>
      <w:rFonts w:ascii="Arial" w:hAnsi="Arial"/>
      <w:color w:val="8C8A7A"/>
      <w:sz w:val="18"/>
      <w:szCs w:val="24"/>
      <w:lang w:val="en-GB" w:eastAsia="zh-CN"/>
    </w:rPr>
  </w:style>
  <w:style w:type="paragraph" w:customStyle="1" w:styleId="HeadingMain">
    <w:name w:val="Heading Main"/>
    <w:basedOn w:val="Normal"/>
    <w:next w:val="Normal"/>
    <w:rsid w:val="009D0DCF"/>
    <w:pPr>
      <w:spacing w:after="240" w:line="240" w:lineRule="auto"/>
    </w:pPr>
    <w:rPr>
      <w:rFonts w:eastAsia="Times New Roman"/>
      <w:b/>
      <w:caps/>
      <w:sz w:val="24"/>
      <w:szCs w:val="20"/>
      <w:lang w:eastAsia="en-US"/>
    </w:rPr>
  </w:style>
  <w:style w:type="paragraph" w:customStyle="1" w:styleId="Header1">
    <w:name w:val="Header1"/>
    <w:basedOn w:val="Header"/>
    <w:rsid w:val="009D0DCF"/>
    <w:pPr>
      <w:tabs>
        <w:tab w:val="clear" w:pos="4819"/>
        <w:tab w:val="clear" w:pos="9638"/>
      </w:tabs>
      <w:spacing w:line="240" w:lineRule="auto"/>
    </w:pPr>
    <w:rPr>
      <w:rFonts w:eastAsia="Times New Roman"/>
      <w:b/>
      <w:sz w:val="24"/>
      <w:szCs w:val="20"/>
      <w:lang w:eastAsia="en-US"/>
    </w:rPr>
  </w:style>
  <w:style w:type="character" w:customStyle="1" w:styleId="zContactInfo">
    <w:name w:val="zContactInfo"/>
    <w:rsid w:val="00293B25"/>
    <w:rPr>
      <w:rFonts w:ascii="Arial" w:hAnsi="Arial" w:cs="Arial" w:hint="default"/>
      <w:sz w:val="14"/>
    </w:rPr>
  </w:style>
  <w:style w:type="character" w:customStyle="1" w:styleId="zContactInfoCompany">
    <w:name w:val="zContactInfoCompany"/>
    <w:rsid w:val="00293B25"/>
    <w:rPr>
      <w:rFonts w:ascii="Arial" w:hAnsi="Arial" w:cs="Arial" w:hint="default"/>
      <w:b/>
      <w:bCs w:val="0"/>
      <w:sz w:val="14"/>
    </w:rPr>
  </w:style>
  <w:style w:type="paragraph" w:customStyle="1" w:styleId="zFileName">
    <w:name w:val="zFileName"/>
    <w:basedOn w:val="Footer"/>
    <w:rsid w:val="004545D3"/>
    <w:pPr>
      <w:spacing w:before="120" w:line="240" w:lineRule="auto"/>
    </w:pPr>
    <w:rPr>
      <w:rFonts w:eastAsia="Times New Roman"/>
      <w:color w:val="auto"/>
      <w:sz w:val="12"/>
      <w:szCs w:val="20"/>
      <w:lang w:eastAsia="en-US"/>
    </w:rPr>
  </w:style>
  <w:style w:type="paragraph" w:styleId="BalloonText">
    <w:name w:val="Balloon Text"/>
    <w:basedOn w:val="Normal"/>
    <w:link w:val="BalloonTextChar"/>
    <w:rsid w:val="00E83B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83BE2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ombiforest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JUHTIMISS&#220;STEEM\Dokumendid\VORMID\Mets&#228;_Forest_Eesti\Metsa_letter_en_METSAFOR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F2F2A-3B4B-42B3-96D4-82BABFF2367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a6781ca-b650-4250-9553-0dff8aad6264}" enabled="1" method="Privileged" siteId="{770c8619-ed01-4f02-84c5-2d8ea3da5d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Metsa_letter_en_METSAFOREST.dotx</Template>
  <TotalTime>0</TotalTime>
  <Pages>1</Pages>
  <Words>178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1209</CharactersWithSpaces>
  <SharedDoc>false</SharedDoc>
  <HLinks>
    <vt:vector size="6" baseType="variant">
      <vt:variant>
        <vt:i4>786487</vt:i4>
      </vt:variant>
      <vt:variant>
        <vt:i4>15</vt:i4>
      </vt:variant>
      <vt:variant>
        <vt:i4>0</vt:i4>
      </vt:variant>
      <vt:variant>
        <vt:i4>5</vt:i4>
      </vt:variant>
      <vt:variant>
        <vt:lpwstr>mailto:info@combiforest.ee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2024-05-31T06:20:00Z</dcterms:created>
  <dcterms:modified xsi:type="dcterms:W3CDTF">2024-05-31T06:20:00Z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0x01010021ADE36CDBFF48EB96032773E511507500C238C6FA84FA864DBECFBFE497153BDA</vt:lpwstr>
  </property>
  <property fmtid="{D5CDD505-2E9C-101B-9397-08002B2CF9AE}" pid="3" name="Confidentiality">
    <vt:lpwstr>Internal</vt:lpwstr>
  </property>
  <property fmtid="{D5CDD505-2E9C-101B-9397-08002B2CF9AE}" pid="4" name="Owner">
    <vt:lpwstr>215;#Maaranto-Rantakurtakko Marja</vt:lpwstr>
  </property>
  <property fmtid="{D5CDD505-2E9C-101B-9397-08002B2CF9AE}" pid="5" name="Units">
    <vt:lpwstr/>
  </property>
  <property fmtid="{D5CDD505-2E9C-101B-9397-08002B2CF9AE}" pid="6" name="Countries">
    <vt:lpwstr/>
  </property>
  <property fmtid="{D5CDD505-2E9C-101B-9397-08002B2CF9AE}" pid="7" name="ContentDescription">
    <vt:lpwstr/>
  </property>
  <property fmtid="{D5CDD505-2E9C-101B-9397-08002B2CF9AE}" pid="8" name="Language1">
    <vt:lpwstr>English</vt:lpwstr>
  </property>
  <property fmtid="{D5CDD505-2E9C-101B-9397-08002B2CF9AE}" pid="9" name="BusinessSubAreas">
    <vt:lpwstr/>
  </property>
  <property fmtid="{D5CDD505-2E9C-101B-9397-08002B2CF9AE}" pid="10" name="Contributor">
    <vt:lpwstr/>
  </property>
  <property fmtid="{D5CDD505-2E9C-101B-9397-08002B2CF9AE}" pid="11" name="BusinessAreas">
    <vt:lpwstr>1;#;#4;#;#6;#;#5;#;#3;#;#2;#</vt:lpwstr>
  </property>
  <property fmtid="{D5CDD505-2E9C-101B-9397-08002B2CF9AE}" pid="12" name="DocumentCategory">
    <vt:lpwstr>;#Forms;#</vt:lpwstr>
  </property>
  <property fmtid="{D5CDD505-2E9C-101B-9397-08002B2CF9AE}" pid="13" name="DocumentCategoryDefault">
    <vt:lpwstr/>
  </property>
  <property fmtid="{D5CDD505-2E9C-101B-9397-08002B2CF9AE}" pid="14" name="Status">
    <vt:lpwstr/>
  </property>
  <property fmtid="{D5CDD505-2E9C-101B-9397-08002B2CF9AE}" pid="15" name="Keywords1">
    <vt:lpwstr/>
  </property>
  <property fmtid="{D5CDD505-2E9C-101B-9397-08002B2CF9AE}" pid="16" name="ManualPublishingDate">
    <vt:lpwstr>2012-02-08T20:19:00Z</vt:lpwstr>
  </property>
  <property fmtid="{D5CDD505-2E9C-101B-9397-08002B2CF9AE}" pid="17" name="IsNotUpdate">
    <vt:lpwstr>0</vt:lpwstr>
  </property>
  <property fmtid="{D5CDD505-2E9C-101B-9397-08002B2CF9AE}" pid="18" name="MSIP_Label_1a6781ca-b650-4250-9553-0dff8aad6264_Enabled">
    <vt:lpwstr>true</vt:lpwstr>
  </property>
  <property fmtid="{D5CDD505-2E9C-101B-9397-08002B2CF9AE}" pid="19" name="MSIP_Label_1a6781ca-b650-4250-9553-0dff8aad6264_SetDate">
    <vt:lpwstr>2024-05-31T06:20:38Z</vt:lpwstr>
  </property>
  <property fmtid="{D5CDD505-2E9C-101B-9397-08002B2CF9AE}" pid="20" name="MSIP_Label_1a6781ca-b650-4250-9553-0dff8aad6264_Method">
    <vt:lpwstr>Standard</vt:lpwstr>
  </property>
  <property fmtid="{D5CDD505-2E9C-101B-9397-08002B2CF9AE}" pid="21" name="MSIP_Label_1a6781ca-b650-4250-9553-0dff8aad6264_Name">
    <vt:lpwstr>1a6781ca-b650-4250-9553-0dff8aad6264</vt:lpwstr>
  </property>
  <property fmtid="{D5CDD505-2E9C-101B-9397-08002B2CF9AE}" pid="22" name="MSIP_Label_1a6781ca-b650-4250-9553-0dff8aad6264_SiteId">
    <vt:lpwstr>770c8619-ed01-4f02-84c5-2d8ea3da5d94</vt:lpwstr>
  </property>
  <property fmtid="{D5CDD505-2E9C-101B-9397-08002B2CF9AE}" pid="23" name="MSIP_Label_1a6781ca-b650-4250-9553-0dff8aad6264_ActionId">
    <vt:lpwstr>db231305-ce47-4a9a-b312-e58498a6eb02</vt:lpwstr>
  </property>
  <property fmtid="{D5CDD505-2E9C-101B-9397-08002B2CF9AE}" pid="24" name="MSIP_Label_1a6781ca-b650-4250-9553-0dff8aad6264_ContentBits">
    <vt:lpwstr>0</vt:lpwstr>
  </property>
</Properties>
</file>